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FB64F" w14:textId="77777777" w:rsidR="007C0612" w:rsidRPr="007C0612" w:rsidRDefault="007C0612" w:rsidP="007C061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spacing w:after="240"/>
        <w:ind w:left="-426"/>
        <w:jc w:val="center"/>
        <w:rPr>
          <w:rFonts w:ascii="Marianne" w:hAnsi="Marianne" w:cs="Arial"/>
          <w:b/>
          <w:sz w:val="28"/>
          <w:szCs w:val="18"/>
          <w:lang w:eastAsia="ar-SA"/>
        </w:rPr>
      </w:pPr>
      <w:r w:rsidRPr="007C0612">
        <w:rPr>
          <w:rFonts w:ascii="Marianne" w:hAnsi="Marianne" w:cs="Arial"/>
          <w:b/>
          <w:sz w:val="28"/>
          <w:szCs w:val="18"/>
          <w:lang w:eastAsia="ar-SA"/>
        </w:rPr>
        <w:t>4ème partie – Engagement des parties</w:t>
      </w:r>
    </w:p>
    <w:p w14:paraId="21C1BB22" w14:textId="77777777" w:rsidR="007C0612" w:rsidRPr="007C0612" w:rsidRDefault="007C0612" w:rsidP="007C06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/>
        <w:ind w:left="0" w:right="-283"/>
        <w:rPr>
          <w:rFonts w:ascii="Marianne" w:hAnsi="Marianne" w:cs="Arial"/>
          <w:b/>
          <w:sz w:val="18"/>
          <w:szCs w:val="18"/>
        </w:rPr>
      </w:pPr>
      <w:r w:rsidRPr="007C0612">
        <w:rPr>
          <w:rFonts w:ascii="Marianne" w:hAnsi="Marianne" w:cs="Arial"/>
          <w:b/>
          <w:sz w:val="18"/>
          <w:szCs w:val="18"/>
        </w:rPr>
        <w:t>ENGAGEMENT DU TITULAIRE</w:t>
      </w:r>
    </w:p>
    <w:p w14:paraId="2034D74D" w14:textId="77777777" w:rsidR="007C0612" w:rsidRPr="007C0612" w:rsidRDefault="007C0612" w:rsidP="007C0612">
      <w:pPr>
        <w:keepNext/>
        <w:numPr>
          <w:ilvl w:val="0"/>
          <w:numId w:val="1"/>
        </w:numPr>
        <w:tabs>
          <w:tab w:val="left" w:pos="851"/>
          <w:tab w:val="left" w:pos="1560"/>
        </w:tabs>
        <w:suppressAutoHyphens/>
        <w:spacing w:before="240" w:after="120"/>
        <w:ind w:right="-283"/>
        <w:outlineLvl w:val="1"/>
        <w:rPr>
          <w:rFonts w:ascii="Marianne" w:eastAsia="Calibri" w:hAnsi="Marianne" w:cs="Arial"/>
          <w:b/>
          <w:noProof/>
          <w:vanish/>
          <w:color w:val="FF0000"/>
          <w:sz w:val="18"/>
          <w:szCs w:val="18"/>
          <w:lang w:eastAsia="en-US"/>
        </w:rPr>
      </w:pPr>
    </w:p>
    <w:p w14:paraId="2634778C" w14:textId="77777777" w:rsidR="007C0612" w:rsidRPr="007C0612" w:rsidRDefault="007C0612" w:rsidP="007C0612">
      <w:pPr>
        <w:numPr>
          <w:ilvl w:val="1"/>
          <w:numId w:val="9"/>
        </w:numPr>
        <w:spacing w:before="240" w:after="240"/>
        <w:ind w:right="-283"/>
        <w:jc w:val="both"/>
        <w:rPr>
          <w:rFonts w:ascii="Marianne" w:hAnsi="Marianne" w:cs="Arial"/>
          <w:b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sz w:val="18"/>
          <w:szCs w:val="18"/>
          <w:lang w:eastAsia="ar-SA"/>
        </w:rPr>
        <w:t xml:space="preserve">Identification et engagement du titulaire </w:t>
      </w:r>
    </w:p>
    <w:p w14:paraId="45DAEFC7" w14:textId="77777777" w:rsidR="007C0612" w:rsidRPr="007C0612" w:rsidRDefault="007C0612" w:rsidP="007C0612">
      <w:pPr>
        <w:tabs>
          <w:tab w:val="left" w:pos="851"/>
        </w:tabs>
        <w:ind w:left="-142" w:right="-283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Après avoir pris connaissance des pièces constitutives du marché public et conformément à leurs clauses, le signataire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:</w:t>
      </w:r>
    </w:p>
    <w:p w14:paraId="7B2D8ECA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color w:val="FF0000"/>
          <w:sz w:val="18"/>
          <w:szCs w:val="18"/>
        </w:rPr>
      </w:pPr>
    </w:p>
    <w:p w14:paraId="1DCBD1FF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Nom commercial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 xml:space="preserve">: </w:t>
      </w:r>
    </w:p>
    <w:p w14:paraId="2F43EBCB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Dénomination sociale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:</w:t>
      </w:r>
    </w:p>
    <w:p w14:paraId="5BB9A183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Adresse établissement et adresse siège social (si différente)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:</w:t>
      </w:r>
    </w:p>
    <w:p w14:paraId="7B760577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</w:p>
    <w:p w14:paraId="79BC8F20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Adresse électronique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:</w:t>
      </w:r>
    </w:p>
    <w:p w14:paraId="51CBCA37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Numéro de téléphone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:</w:t>
      </w:r>
    </w:p>
    <w:p w14:paraId="1219891C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Numéro SIRET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:</w:t>
      </w:r>
    </w:p>
    <w:p w14:paraId="78ADA493" w14:textId="77777777" w:rsidR="007C0612" w:rsidRPr="007C0612" w:rsidRDefault="007C0612" w:rsidP="007C0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b/>
          <w:i/>
          <w:color w:val="FF0000"/>
          <w:sz w:val="18"/>
          <w:szCs w:val="18"/>
          <w:highlight w:val="yellow"/>
        </w:rPr>
      </w:pPr>
    </w:p>
    <w:p w14:paraId="388F9E74" w14:textId="77777777" w:rsidR="007C0612" w:rsidRPr="007C0612" w:rsidRDefault="007C0612" w:rsidP="007C0612">
      <w:pPr>
        <w:numPr>
          <w:ilvl w:val="0"/>
          <w:numId w:val="5"/>
        </w:numPr>
        <w:tabs>
          <w:tab w:val="left" w:pos="851"/>
        </w:tabs>
        <w:spacing w:before="120"/>
        <w:ind w:right="-283"/>
        <w:jc w:val="both"/>
        <w:rPr>
          <w:rFonts w:ascii="Marianne" w:hAnsi="Marianne" w:cs="Arial"/>
          <w:i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s’engage,</w:t>
      </w: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sur la base de son offre et pour son propre compte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;</w:t>
      </w:r>
    </w:p>
    <w:p w14:paraId="78BE9623" w14:textId="77777777" w:rsidR="007C0612" w:rsidRPr="007C0612" w:rsidRDefault="007C0612" w:rsidP="007C0612">
      <w:pPr>
        <w:widowControl w:val="0"/>
        <w:tabs>
          <w:tab w:val="left" w:pos="426"/>
          <w:tab w:val="left" w:pos="2127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</w:t>
      </w:r>
      <w:proofErr w:type="gramStart"/>
      <w:r w:rsidRPr="007C0612">
        <w:rPr>
          <w:rFonts w:ascii="Marianne" w:hAnsi="Marianne" w:cs="Arial"/>
          <w:sz w:val="18"/>
          <w:szCs w:val="18"/>
        </w:rPr>
        <w:t>pour</w:t>
      </w:r>
      <w:proofErr w:type="gramEnd"/>
      <w:r w:rsidRPr="007C0612">
        <w:rPr>
          <w:rFonts w:ascii="Marianne" w:hAnsi="Marianne" w:cs="Arial"/>
          <w:sz w:val="18"/>
          <w:szCs w:val="18"/>
        </w:rPr>
        <w:t xml:space="preserve"> le compte du groupement identifié au I.2.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;</w:t>
      </w:r>
    </w:p>
    <w:p w14:paraId="4292C04A" w14:textId="77777777" w:rsidR="007C0612" w:rsidRPr="007C0612" w:rsidRDefault="007C0612" w:rsidP="007C0612">
      <w:pPr>
        <w:tabs>
          <w:tab w:val="left" w:pos="851"/>
        </w:tabs>
        <w:ind w:right="-283"/>
        <w:jc w:val="both"/>
        <w:rPr>
          <w:rFonts w:ascii="Marianne" w:hAnsi="Marianne" w:cs="Arial"/>
          <w:sz w:val="18"/>
          <w:szCs w:val="18"/>
        </w:rPr>
      </w:pPr>
    </w:p>
    <w:p w14:paraId="12E7AF3A" w14:textId="77777777" w:rsidR="007C0612" w:rsidRPr="007C0612" w:rsidRDefault="007C0612" w:rsidP="007C0612">
      <w:pPr>
        <w:numPr>
          <w:ilvl w:val="0"/>
          <w:numId w:val="5"/>
        </w:numPr>
        <w:tabs>
          <w:tab w:val="left" w:pos="851"/>
        </w:tabs>
        <w:spacing w:line="360" w:lineRule="auto"/>
        <w:ind w:right="-283"/>
        <w:jc w:val="both"/>
        <w:rPr>
          <w:rFonts w:ascii="Marianne" w:hAnsi="Marianne" w:cs="Arial"/>
          <w:b/>
          <w:sz w:val="18"/>
          <w:szCs w:val="18"/>
        </w:rPr>
      </w:pPr>
      <w:proofErr w:type="gramStart"/>
      <w:r w:rsidRPr="007C0612">
        <w:rPr>
          <w:rFonts w:ascii="Marianne" w:hAnsi="Marianne" w:cs="Arial"/>
          <w:sz w:val="18"/>
          <w:szCs w:val="18"/>
        </w:rPr>
        <w:t>à</w:t>
      </w:r>
      <w:proofErr w:type="gramEnd"/>
      <w:r w:rsidRPr="007C0612">
        <w:rPr>
          <w:rFonts w:ascii="Marianne" w:hAnsi="Marianne" w:cs="Arial"/>
          <w:sz w:val="18"/>
          <w:szCs w:val="18"/>
        </w:rPr>
        <w:t xml:space="preserve"> exécuter les prestations demandées</w:t>
      </w:r>
      <w:r w:rsidRPr="007C0612">
        <w:rPr>
          <w:rFonts w:ascii="Marianne" w:hAnsi="Marianne"/>
          <w:sz w:val="18"/>
          <w:szCs w:val="18"/>
        </w:rPr>
        <w:t xml:space="preserve"> </w:t>
      </w:r>
      <w:r w:rsidRPr="007C0612">
        <w:rPr>
          <w:rFonts w:ascii="Marianne" w:hAnsi="Marianne" w:cs="Arial"/>
          <w:sz w:val="18"/>
          <w:szCs w:val="18"/>
        </w:rPr>
        <w:t>aux prix indiqués dan</w:t>
      </w:r>
      <w:r w:rsidRPr="007C0612">
        <w:rPr>
          <w:rFonts w:ascii="Marianne" w:hAnsi="Marianne" w:cs="Arial"/>
          <w:b/>
          <w:sz w:val="18"/>
          <w:szCs w:val="18"/>
        </w:rPr>
        <w:t xml:space="preserve">s l’annexe financière jointe </w:t>
      </w:r>
      <w:r w:rsidRPr="007C0612">
        <w:rPr>
          <w:rFonts w:ascii="Marianne" w:hAnsi="Marianne" w:cs="Arial"/>
          <w:sz w:val="18"/>
          <w:szCs w:val="18"/>
        </w:rPr>
        <w:t>au présent document.</w:t>
      </w:r>
    </w:p>
    <w:p w14:paraId="5D39FD77" w14:textId="77777777" w:rsidR="007C0612" w:rsidRPr="007C0612" w:rsidRDefault="007C0612" w:rsidP="007C0612">
      <w:pPr>
        <w:numPr>
          <w:ilvl w:val="1"/>
          <w:numId w:val="9"/>
        </w:numPr>
        <w:spacing w:before="240" w:after="240"/>
        <w:ind w:right="-283"/>
        <w:jc w:val="both"/>
        <w:rPr>
          <w:rFonts w:ascii="Marianne" w:hAnsi="Marianne" w:cs="Arial"/>
          <w:b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sz w:val="18"/>
          <w:szCs w:val="18"/>
          <w:lang w:eastAsia="ar-SA"/>
        </w:rPr>
        <w:t>Identification du groupement (uniquement en cas de groupement d’opérateurs économiques)</w:t>
      </w:r>
    </w:p>
    <w:p w14:paraId="14BD9D51" w14:textId="77777777" w:rsidR="007C0612" w:rsidRPr="007C0612" w:rsidRDefault="007C0612" w:rsidP="007C0612">
      <w:pPr>
        <w:numPr>
          <w:ilvl w:val="0"/>
          <w:numId w:val="10"/>
        </w:numPr>
        <w:spacing w:before="240" w:after="240"/>
        <w:ind w:right="-283"/>
        <w:jc w:val="both"/>
        <w:rPr>
          <w:rFonts w:ascii="Marianne" w:hAnsi="Marianne" w:cs="Arial"/>
          <w:b/>
          <w:i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i/>
          <w:sz w:val="18"/>
          <w:szCs w:val="18"/>
          <w:lang w:eastAsia="ar-SA"/>
        </w:rPr>
        <w:t>Identification des membres du groupement et mandat</w:t>
      </w:r>
    </w:p>
    <w:p w14:paraId="4948F328" w14:textId="77777777" w:rsidR="007C0612" w:rsidRPr="007C0612" w:rsidRDefault="007C0612" w:rsidP="007C0612">
      <w:pPr>
        <w:widowControl w:val="0"/>
        <w:tabs>
          <w:tab w:val="left" w:pos="426"/>
          <w:tab w:val="left" w:pos="4962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Pour l’exécution du marché public, le groupement d’opérateurs économiques est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:</w:t>
      </w:r>
    </w:p>
    <w:p w14:paraId="0EA5315B" w14:textId="77777777" w:rsidR="007C0612" w:rsidRPr="007C0612" w:rsidRDefault="007C0612" w:rsidP="007C0612">
      <w:pPr>
        <w:widowControl w:val="0"/>
        <w:tabs>
          <w:tab w:val="left" w:pos="426"/>
          <w:tab w:val="left" w:pos="2127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conjoint     ou   </w:t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solidaire</w:t>
      </w:r>
    </w:p>
    <w:p w14:paraId="72633225" w14:textId="77777777" w:rsidR="007C0612" w:rsidRPr="007C0612" w:rsidRDefault="007C0612" w:rsidP="007C0612">
      <w:pPr>
        <w:tabs>
          <w:tab w:val="left" w:pos="426"/>
          <w:tab w:val="left" w:pos="851"/>
        </w:tabs>
        <w:ind w:right="-283"/>
        <w:jc w:val="both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En cas de groupement conjoint, le mandataire du groupement est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 xml:space="preserve">: </w:t>
      </w:r>
      <w:r w:rsidRPr="007C0612">
        <w:rPr>
          <w:rFonts w:ascii="Marianne" w:hAnsi="Marianne" w:cs="Arial"/>
          <w:sz w:val="18"/>
          <w:szCs w:val="18"/>
        </w:rPr>
        <w:tab/>
      </w:r>
    </w:p>
    <w:p w14:paraId="62879739" w14:textId="77777777" w:rsidR="007C0612" w:rsidRPr="007C0612" w:rsidRDefault="007C0612" w:rsidP="007C0612">
      <w:pPr>
        <w:widowControl w:val="0"/>
        <w:tabs>
          <w:tab w:val="left" w:pos="426"/>
          <w:tab w:val="left" w:pos="2127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tab/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conjoint     ou   </w:t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solidaire</w:t>
      </w:r>
    </w:p>
    <w:p w14:paraId="06C14133" w14:textId="77777777" w:rsidR="007C0612" w:rsidRPr="007C0612" w:rsidRDefault="007C0612" w:rsidP="007C0612">
      <w:pPr>
        <w:tabs>
          <w:tab w:val="left" w:pos="851"/>
        </w:tabs>
        <w:ind w:right="-283"/>
        <w:jc w:val="both"/>
        <w:rPr>
          <w:rFonts w:ascii="Marianne" w:hAnsi="Marianne" w:cs="Arial"/>
          <w:b/>
          <w:color w:val="FF0000"/>
          <w:sz w:val="18"/>
          <w:szCs w:val="18"/>
          <w:highlight w:val="yellow"/>
          <w:u w:val="single"/>
        </w:rPr>
      </w:pPr>
    </w:p>
    <w:p w14:paraId="3EEEECB0" w14:textId="77777777" w:rsidR="007C0612" w:rsidRPr="007C0612" w:rsidRDefault="007C0612" w:rsidP="007C0612">
      <w:pPr>
        <w:tabs>
          <w:tab w:val="left" w:pos="851"/>
        </w:tabs>
        <w:ind w:right="-283"/>
        <w:jc w:val="both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b/>
          <w:sz w:val="18"/>
          <w:szCs w:val="18"/>
          <w:u w:val="single"/>
        </w:rPr>
        <w:t>Par leur signature ci-après, les membres du groupement, donnent mandat au mandataire identifié au 1.1 qui l’accepte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:</w:t>
      </w:r>
    </w:p>
    <w:p w14:paraId="6EFAE763" w14:textId="77777777" w:rsidR="007C0612" w:rsidRPr="007C0612" w:rsidRDefault="007C0612" w:rsidP="007C0612">
      <w:pPr>
        <w:widowControl w:val="0"/>
        <w:numPr>
          <w:ilvl w:val="0"/>
          <w:numId w:val="4"/>
        </w:numPr>
        <w:tabs>
          <w:tab w:val="left" w:pos="426"/>
          <w:tab w:val="left" w:pos="4962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proofErr w:type="gramStart"/>
      <w:r w:rsidRPr="007C0612">
        <w:rPr>
          <w:rFonts w:ascii="Marianne" w:hAnsi="Marianne" w:cs="Arial"/>
          <w:sz w:val="18"/>
          <w:szCs w:val="18"/>
        </w:rPr>
        <w:t>pour</w:t>
      </w:r>
      <w:proofErr w:type="gramEnd"/>
      <w:r w:rsidRPr="007C0612">
        <w:rPr>
          <w:rFonts w:ascii="Marianne" w:hAnsi="Marianne" w:cs="Arial"/>
          <w:sz w:val="18"/>
          <w:szCs w:val="18"/>
        </w:rPr>
        <w:t xml:space="preserve"> les représenter vis-à-vis de l’acheteur et pour coordonner l’ensemble des prestations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;</w:t>
      </w:r>
    </w:p>
    <w:p w14:paraId="2A8BBDCC" w14:textId="77777777" w:rsidR="007C0612" w:rsidRPr="007C0612" w:rsidRDefault="007C0612" w:rsidP="007C0612">
      <w:pPr>
        <w:widowControl w:val="0"/>
        <w:numPr>
          <w:ilvl w:val="0"/>
          <w:numId w:val="4"/>
        </w:numPr>
        <w:tabs>
          <w:tab w:val="left" w:pos="426"/>
          <w:tab w:val="left" w:pos="4962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  <w:szCs w:val="18"/>
        </w:rPr>
      </w:pPr>
      <w:proofErr w:type="gramStart"/>
      <w:r w:rsidRPr="007C0612">
        <w:rPr>
          <w:rFonts w:ascii="Marianne" w:hAnsi="Marianne" w:cs="Arial"/>
          <w:sz w:val="18"/>
          <w:szCs w:val="18"/>
        </w:rPr>
        <w:t>pour</w:t>
      </w:r>
      <w:proofErr w:type="gramEnd"/>
      <w:r w:rsidRPr="007C0612">
        <w:rPr>
          <w:rFonts w:ascii="Marianne" w:hAnsi="Marianne" w:cs="Arial"/>
          <w:sz w:val="18"/>
          <w:szCs w:val="18"/>
        </w:rPr>
        <w:t xml:space="preserve"> signer, en leur nom et pour leur compte, les modifications ultérieures du marché public.</w:t>
      </w: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977"/>
      </w:tblGrid>
      <w:tr w:rsidR="007C0612" w:rsidRPr="007C0612" w14:paraId="1D5A99E2" w14:textId="77777777" w:rsidTr="00F302A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D0643" w14:textId="77777777" w:rsidR="007C0612" w:rsidRPr="007C0612" w:rsidRDefault="007C0612" w:rsidP="007C0612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7C0612">
              <w:rPr>
                <w:rFonts w:ascii="Marianne" w:hAnsi="Marianne"/>
                <w:sz w:val="18"/>
                <w:szCs w:val="18"/>
              </w:rPr>
              <w:br w:type="page"/>
            </w:r>
            <w:r w:rsidRPr="007C0612">
              <w:rPr>
                <w:rFonts w:ascii="Marianne" w:hAnsi="Marianne" w:cs="Arial"/>
                <w:iCs/>
                <w:sz w:val="18"/>
                <w:szCs w:val="18"/>
              </w:rPr>
              <w:br w:type="page"/>
            </w:r>
            <w:r w:rsidRPr="007C0612">
              <w:rPr>
                <w:rFonts w:ascii="Marianne" w:hAnsi="Marianne" w:cs="Arial"/>
                <w:b/>
                <w:sz w:val="18"/>
                <w:szCs w:val="18"/>
              </w:rPr>
              <w:t xml:space="preserve">Désignation </w:t>
            </w:r>
          </w:p>
          <w:p w14:paraId="7EE6194B" w14:textId="77777777" w:rsidR="007C0612" w:rsidRPr="007C0612" w:rsidRDefault="007C0612" w:rsidP="007C0612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sz w:val="16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b/>
                <w:sz w:val="18"/>
                <w:szCs w:val="18"/>
              </w:rPr>
              <w:t>des</w:t>
            </w:r>
            <w:proofErr w:type="gramEnd"/>
            <w:r w:rsidRPr="007C0612">
              <w:rPr>
                <w:rFonts w:ascii="Marianne" w:hAnsi="Marianne" w:cs="Arial"/>
                <w:b/>
                <w:sz w:val="18"/>
                <w:szCs w:val="18"/>
              </w:rPr>
              <w:t xml:space="preserve"> membres du groupement</w:t>
            </w:r>
          </w:p>
          <w:p w14:paraId="5C655418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</w:p>
          <w:p w14:paraId="365814AE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nom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commercial</w:t>
            </w:r>
          </w:p>
          <w:p w14:paraId="6C1E29A1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dénomination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sociale</w:t>
            </w:r>
          </w:p>
          <w:p w14:paraId="5C2FFE32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adresses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établissement et siège social (si différente de celle de l’établissement), </w:t>
            </w:r>
          </w:p>
          <w:p w14:paraId="3837B5FB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adresse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électronique </w:t>
            </w:r>
          </w:p>
          <w:p w14:paraId="4C4D34A7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numéros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de téléphone numéro SIRET</w:t>
            </w:r>
          </w:p>
          <w:p w14:paraId="48E9B5AC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B5A81" w14:textId="77777777" w:rsidR="007C0612" w:rsidRPr="007C0612" w:rsidRDefault="007C0612" w:rsidP="007C0612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szCs w:val="18"/>
              </w:rPr>
            </w:pPr>
            <w:r w:rsidRPr="007C0612">
              <w:rPr>
                <w:rFonts w:ascii="Marianne" w:hAnsi="Marianne" w:cs="Arial"/>
                <w:b/>
                <w:bCs/>
                <w:szCs w:val="18"/>
              </w:rPr>
              <w:t>Nom, prénom et qualité</w:t>
            </w:r>
          </w:p>
          <w:p w14:paraId="07FBEA99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bCs/>
                <w:szCs w:val="18"/>
              </w:rPr>
            </w:pPr>
            <w:r w:rsidRPr="007C0612">
              <w:rPr>
                <w:rFonts w:ascii="Marianne" w:hAnsi="Marianne" w:cs="Arial"/>
                <w:b/>
                <w:bCs/>
                <w:szCs w:val="18"/>
              </w:rPr>
              <w:t>du signataire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99FD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bCs/>
                <w:szCs w:val="18"/>
              </w:rPr>
            </w:pPr>
            <w:r w:rsidRPr="007C0612">
              <w:rPr>
                <w:rFonts w:ascii="Marianne" w:hAnsi="Marianne" w:cs="Arial"/>
                <w:b/>
                <w:bCs/>
                <w:szCs w:val="18"/>
              </w:rPr>
              <w:t>Lieu et date de signature +</w:t>
            </w:r>
          </w:p>
          <w:p w14:paraId="161777C6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bCs/>
                <w:szCs w:val="18"/>
              </w:rPr>
            </w:pPr>
            <w:r w:rsidRPr="007C0612">
              <w:rPr>
                <w:rFonts w:ascii="Marianne" w:hAnsi="Marianne" w:cs="Arial"/>
                <w:b/>
                <w:bCs/>
                <w:szCs w:val="18"/>
              </w:rPr>
              <w:t>Signature</w:t>
            </w:r>
          </w:p>
        </w:tc>
      </w:tr>
      <w:tr w:rsidR="007C0612" w:rsidRPr="007C0612" w14:paraId="1E065219" w14:textId="77777777" w:rsidTr="00F302AE">
        <w:trPr>
          <w:trHeight w:val="64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7CE3A5C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A1AB4B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E354E36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</w:tr>
      <w:tr w:rsidR="007C0612" w:rsidRPr="007C0612" w14:paraId="788F0E7B" w14:textId="77777777" w:rsidTr="00F302AE">
        <w:trPr>
          <w:trHeight w:val="680"/>
        </w:trPr>
        <w:tc>
          <w:tcPr>
            <w:tcW w:w="4111" w:type="dxa"/>
            <w:tcBorders>
              <w:left w:val="single" w:sz="4" w:space="0" w:color="000000"/>
            </w:tcBorders>
            <w:shd w:val="clear" w:color="auto" w:fill="auto"/>
          </w:tcPr>
          <w:p w14:paraId="738852CF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auto"/>
          </w:tcPr>
          <w:p w14:paraId="4FDDC536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E385C2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</w:tr>
      <w:tr w:rsidR="007C0612" w:rsidRPr="007C0612" w14:paraId="59299118" w14:textId="77777777" w:rsidTr="00F302AE">
        <w:trPr>
          <w:trHeight w:val="680"/>
        </w:trPr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232B8EEE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5916F8E1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14:paraId="6156C752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2AB02CAC" w14:textId="4F6F450D" w:rsidR="007C0612" w:rsidRPr="007C0612" w:rsidRDefault="007C0612" w:rsidP="007C0612">
      <w:pPr>
        <w:spacing w:after="200" w:line="276" w:lineRule="auto"/>
        <w:rPr>
          <w:rFonts w:ascii="Marianne" w:hAnsi="Marianne" w:cs="Arial"/>
          <w:b/>
          <w:sz w:val="18"/>
          <w:szCs w:val="18"/>
          <w:highlight w:val="yellow"/>
          <w:lang w:eastAsia="ar-SA"/>
        </w:rPr>
      </w:pPr>
    </w:p>
    <w:p w14:paraId="43AE8BFD" w14:textId="77777777" w:rsidR="007C0612" w:rsidRPr="007C0612" w:rsidRDefault="007C0612" w:rsidP="007C0612">
      <w:pPr>
        <w:numPr>
          <w:ilvl w:val="0"/>
          <w:numId w:val="10"/>
        </w:numPr>
        <w:spacing w:before="240" w:after="240"/>
        <w:ind w:right="-283"/>
        <w:jc w:val="both"/>
        <w:rPr>
          <w:rFonts w:ascii="Marianne" w:hAnsi="Marianne" w:cs="Arial"/>
          <w:b/>
          <w:i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i/>
          <w:sz w:val="18"/>
          <w:szCs w:val="18"/>
          <w:lang w:eastAsia="ar-SA"/>
        </w:rPr>
        <w:t>En cas de groupement conjoint,</w:t>
      </w:r>
      <w:r w:rsidRPr="007C0612" w:rsidDel="0021797C">
        <w:rPr>
          <w:rFonts w:ascii="Marianne" w:hAnsi="Marianne" w:cs="Arial"/>
          <w:b/>
          <w:i/>
          <w:sz w:val="18"/>
          <w:szCs w:val="18"/>
          <w:lang w:eastAsia="ar-SA"/>
        </w:rPr>
        <w:t xml:space="preserve"> </w:t>
      </w:r>
      <w:r w:rsidRPr="007C0612">
        <w:rPr>
          <w:rFonts w:ascii="Marianne" w:hAnsi="Marianne" w:cs="Arial"/>
          <w:b/>
          <w:i/>
          <w:sz w:val="18"/>
          <w:szCs w:val="18"/>
          <w:lang w:eastAsia="ar-SA"/>
        </w:rPr>
        <w:t>répartition des prestations</w:t>
      </w: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3118"/>
        <w:gridCol w:w="2977"/>
      </w:tblGrid>
      <w:tr w:rsidR="007C0612" w:rsidRPr="007C0612" w14:paraId="36596263" w14:textId="77777777" w:rsidTr="00F302AE">
        <w:trPr>
          <w:trHeight w:val="567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D4A05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sz w:val="18"/>
                <w:szCs w:val="18"/>
              </w:rPr>
              <w:lastRenderedPageBreak/>
              <w:t>Membre du groupement</w:t>
            </w:r>
          </w:p>
          <w:p w14:paraId="3C4D64E1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</w:p>
          <w:p w14:paraId="0023D506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nom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commercial</w:t>
            </w:r>
          </w:p>
          <w:p w14:paraId="79AFED04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proofErr w:type="gramStart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>dénomination</w:t>
            </w:r>
            <w:proofErr w:type="gramEnd"/>
            <w:r w:rsidRPr="007C0612">
              <w:rPr>
                <w:rFonts w:ascii="Marianne" w:hAnsi="Marianne" w:cs="Arial"/>
                <w:i/>
                <w:sz w:val="18"/>
                <w:szCs w:val="18"/>
              </w:rPr>
              <w:t xml:space="preserve"> sociale</w:t>
            </w:r>
          </w:p>
          <w:p w14:paraId="6D24A83D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both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2911" w14:textId="77777777" w:rsidR="007C0612" w:rsidRPr="007C0612" w:rsidRDefault="007C0612" w:rsidP="007C0612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left="1008" w:right="-283" w:hanging="1008"/>
              <w:jc w:val="center"/>
              <w:outlineLvl w:val="4"/>
              <w:rPr>
                <w:rFonts w:ascii="Marianne" w:hAnsi="Marianne" w:cs="Arial"/>
                <w:b/>
                <w:iCs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iCs/>
                <w:sz w:val="18"/>
                <w:szCs w:val="18"/>
              </w:rPr>
              <w:t>Prestations exécutées</w:t>
            </w:r>
          </w:p>
          <w:p w14:paraId="54CF4339" w14:textId="77777777" w:rsidR="007C0612" w:rsidRPr="007C0612" w:rsidRDefault="007C0612" w:rsidP="007C0612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left="1008" w:right="-283" w:hanging="1008"/>
              <w:jc w:val="center"/>
              <w:outlineLvl w:val="4"/>
              <w:rPr>
                <w:rFonts w:ascii="Marianne" w:hAnsi="Marianne" w:cs="Arial"/>
                <w:b/>
                <w:iCs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iCs/>
                <w:sz w:val="18"/>
                <w:szCs w:val="18"/>
              </w:rPr>
              <w:t xml:space="preserve">         </w:t>
            </w:r>
            <w:proofErr w:type="gramStart"/>
            <w:r w:rsidRPr="007C0612">
              <w:rPr>
                <w:rFonts w:ascii="Marianne" w:hAnsi="Marianne" w:cs="Arial"/>
                <w:b/>
                <w:iCs/>
                <w:sz w:val="18"/>
                <w:szCs w:val="18"/>
              </w:rPr>
              <w:t>par</w:t>
            </w:r>
            <w:proofErr w:type="gramEnd"/>
            <w:r w:rsidRPr="007C0612">
              <w:rPr>
                <w:rFonts w:ascii="Marianne" w:hAnsi="Marianne" w:cs="Arial"/>
                <w:b/>
                <w:iCs/>
                <w:sz w:val="18"/>
                <w:szCs w:val="18"/>
              </w:rPr>
              <w:t xml:space="preserve"> les membres du groupement conjoint</w:t>
            </w:r>
          </w:p>
          <w:p w14:paraId="2E52B794" w14:textId="77777777" w:rsidR="007C0612" w:rsidRPr="007C0612" w:rsidRDefault="007C0612" w:rsidP="007C0612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right="-283"/>
              <w:jc w:val="center"/>
              <w:outlineLvl w:val="4"/>
              <w:rPr>
                <w:rFonts w:ascii="Marianne" w:hAnsi="Marianne" w:cs="Arial"/>
                <w:i/>
                <w:iCs/>
                <w:sz w:val="18"/>
                <w:szCs w:val="18"/>
              </w:rPr>
            </w:pPr>
          </w:p>
        </w:tc>
      </w:tr>
      <w:tr w:rsidR="007C0612" w:rsidRPr="007C0612" w14:paraId="6EB950BB" w14:textId="77777777" w:rsidTr="00F302AE">
        <w:trPr>
          <w:trHeight w:val="567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203D98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E7AA96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sz w:val="18"/>
                <w:szCs w:val="18"/>
              </w:rPr>
              <w:t>Nature de la prestation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82970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sz w:val="18"/>
                <w:szCs w:val="18"/>
              </w:rPr>
              <w:t xml:space="preserve">Montant € HT </w:t>
            </w:r>
          </w:p>
          <w:p w14:paraId="09AA8B94" w14:textId="77777777" w:rsidR="007C0612" w:rsidRPr="007C0612" w:rsidRDefault="007C0612" w:rsidP="007C0612">
            <w:pPr>
              <w:tabs>
                <w:tab w:val="left" w:pos="851"/>
              </w:tabs>
              <w:ind w:right="-283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7C0612">
              <w:rPr>
                <w:rFonts w:ascii="Marianne" w:hAnsi="Marianne" w:cs="Arial"/>
                <w:b/>
                <w:sz w:val="18"/>
                <w:szCs w:val="18"/>
              </w:rPr>
              <w:t>de la prestation</w:t>
            </w:r>
          </w:p>
        </w:tc>
      </w:tr>
      <w:tr w:rsidR="007C0612" w:rsidRPr="007C0612" w14:paraId="245D17FA" w14:textId="77777777" w:rsidTr="00F302AE">
        <w:trPr>
          <w:trHeight w:val="68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65AF6F7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C14442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6492B5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7C0612" w:rsidRPr="007C0612" w14:paraId="469B3A29" w14:textId="77777777" w:rsidTr="00F302AE">
        <w:trPr>
          <w:trHeight w:val="680"/>
        </w:trPr>
        <w:tc>
          <w:tcPr>
            <w:tcW w:w="4253" w:type="dxa"/>
            <w:tcBorders>
              <w:left w:val="single" w:sz="4" w:space="0" w:color="000000"/>
            </w:tcBorders>
            <w:shd w:val="clear" w:color="auto" w:fill="auto"/>
          </w:tcPr>
          <w:p w14:paraId="226D8CB7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</w:tcPr>
          <w:p w14:paraId="5FBC197A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A44B9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7C0612" w:rsidRPr="007C0612" w14:paraId="521E7007" w14:textId="77777777" w:rsidTr="00F302AE">
        <w:trPr>
          <w:trHeight w:val="680"/>
        </w:trPr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C12FF46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D80C1B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E551BF5" w14:textId="77777777" w:rsidR="007C0612" w:rsidRPr="007C0612" w:rsidRDefault="007C0612" w:rsidP="007C0612">
            <w:pPr>
              <w:tabs>
                <w:tab w:val="left" w:pos="851"/>
              </w:tabs>
              <w:snapToGrid w:val="0"/>
              <w:ind w:right="-283"/>
              <w:jc w:val="both"/>
              <w:rPr>
                <w:rFonts w:ascii="Marianne" w:hAnsi="Marianne" w:cs="Arial"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74BC9747" w14:textId="77777777" w:rsidR="007C0612" w:rsidRPr="007C0612" w:rsidRDefault="007C0612" w:rsidP="007C0612">
      <w:pPr>
        <w:numPr>
          <w:ilvl w:val="0"/>
          <w:numId w:val="11"/>
        </w:numPr>
        <w:spacing w:before="240" w:after="240"/>
        <w:ind w:right="-283"/>
        <w:jc w:val="both"/>
        <w:rPr>
          <w:rFonts w:ascii="Marianne" w:hAnsi="Marianne" w:cs="Arial"/>
          <w:b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sz w:val="18"/>
          <w:szCs w:val="18"/>
          <w:lang w:eastAsia="ar-SA"/>
        </w:rPr>
        <w:t>Compte à créditer (Joindre un ou des relevé(s) d’identité bancaire ou postal.)</w:t>
      </w:r>
    </w:p>
    <w:p w14:paraId="02047DBA" w14:textId="77777777" w:rsidR="007C0612" w:rsidRPr="007C0612" w:rsidRDefault="007C0612" w:rsidP="007C0612">
      <w:pPr>
        <w:numPr>
          <w:ilvl w:val="0"/>
          <w:numId w:val="6"/>
        </w:numPr>
        <w:tabs>
          <w:tab w:val="left" w:pos="426"/>
          <w:tab w:val="left" w:pos="851"/>
        </w:tabs>
        <w:ind w:right="-283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Nom de l’établissement bancaire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:</w:t>
      </w:r>
    </w:p>
    <w:p w14:paraId="0157F0A9" w14:textId="77777777" w:rsidR="007C0612" w:rsidRPr="007C0612" w:rsidRDefault="007C0612" w:rsidP="007C0612">
      <w:pPr>
        <w:tabs>
          <w:tab w:val="left" w:pos="426"/>
          <w:tab w:val="left" w:pos="851"/>
        </w:tabs>
        <w:ind w:right="-283"/>
        <w:rPr>
          <w:rFonts w:ascii="Marianne" w:hAnsi="Marianne" w:cs="Arial"/>
          <w:sz w:val="18"/>
          <w:szCs w:val="18"/>
        </w:rPr>
      </w:pPr>
    </w:p>
    <w:p w14:paraId="25B83DB1" w14:textId="77777777" w:rsidR="007C0612" w:rsidRPr="007C0612" w:rsidRDefault="007C0612" w:rsidP="007C0612">
      <w:pPr>
        <w:numPr>
          <w:ilvl w:val="0"/>
          <w:numId w:val="6"/>
        </w:numPr>
        <w:tabs>
          <w:tab w:val="left" w:pos="426"/>
          <w:tab w:val="left" w:pos="851"/>
        </w:tabs>
        <w:ind w:right="-283"/>
        <w:rPr>
          <w:rFonts w:ascii="Marianne" w:hAnsi="Marianne" w:cs="Arial"/>
          <w:b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Numéro de compte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>:</w:t>
      </w:r>
    </w:p>
    <w:p w14:paraId="282385EA" w14:textId="77777777" w:rsidR="007C0612" w:rsidRPr="007C0612" w:rsidRDefault="007C0612" w:rsidP="007C0612">
      <w:pPr>
        <w:tabs>
          <w:tab w:val="left" w:pos="426"/>
          <w:tab w:val="left" w:pos="851"/>
        </w:tabs>
        <w:ind w:left="720" w:right="-283"/>
        <w:rPr>
          <w:rFonts w:ascii="Marianne" w:hAnsi="Marianne" w:cs="Arial"/>
          <w:b/>
          <w:sz w:val="18"/>
          <w:szCs w:val="18"/>
        </w:rPr>
      </w:pPr>
    </w:p>
    <w:p w14:paraId="75D527CD" w14:textId="77777777" w:rsidR="007C0612" w:rsidRPr="007C0612" w:rsidRDefault="007C0612" w:rsidP="007C0612">
      <w:pPr>
        <w:spacing w:before="240" w:after="240"/>
        <w:ind w:left="720" w:right="-283"/>
        <w:jc w:val="both"/>
        <w:rPr>
          <w:rFonts w:ascii="Marianne" w:hAnsi="Marianne" w:cs="Arial"/>
          <w:b/>
          <w:sz w:val="18"/>
          <w:szCs w:val="18"/>
          <w:lang w:eastAsia="ar-SA"/>
        </w:rPr>
      </w:pPr>
      <w:r w:rsidRPr="007C0612">
        <w:rPr>
          <w:rFonts w:ascii="Marianne" w:hAnsi="Marianne" w:cs="Arial"/>
          <w:b/>
          <w:sz w:val="18"/>
          <w:szCs w:val="18"/>
          <w:lang w:eastAsia="ar-SA"/>
        </w:rPr>
        <w:t>1.4   Avance</w:t>
      </w:r>
      <w:r w:rsidRPr="007C0612">
        <w:rPr>
          <w:rFonts w:ascii="Calibri" w:hAnsi="Calibri" w:cs="Calibri"/>
          <w:b/>
          <w:sz w:val="18"/>
          <w:szCs w:val="18"/>
          <w:lang w:eastAsia="ar-SA"/>
        </w:rPr>
        <w:t> </w:t>
      </w:r>
      <w:r w:rsidRPr="007C0612">
        <w:rPr>
          <w:rFonts w:ascii="Marianne" w:hAnsi="Marianne" w:cs="Arial"/>
          <w:b/>
          <w:sz w:val="18"/>
          <w:szCs w:val="18"/>
          <w:lang w:eastAsia="ar-SA"/>
        </w:rPr>
        <w:t>(</w:t>
      </w:r>
      <w:hyperlink r:id="rId11" w:history="1">
        <w:r w:rsidRPr="007C0612">
          <w:rPr>
            <w:rFonts w:ascii="Marianne" w:hAnsi="Marianne" w:cs="Arial"/>
            <w:b/>
            <w:sz w:val="18"/>
            <w:szCs w:val="18"/>
            <w:lang w:eastAsia="ar-SA"/>
          </w:rPr>
          <w:t>article</w:t>
        </w:r>
        <w:r w:rsidRPr="007C0612">
          <w:rPr>
            <w:rFonts w:ascii="Calibri" w:hAnsi="Calibri" w:cs="Calibri"/>
            <w:b/>
            <w:sz w:val="18"/>
            <w:szCs w:val="18"/>
            <w:lang w:eastAsia="ar-SA"/>
          </w:rPr>
          <w:t> </w:t>
        </w:r>
        <w:r w:rsidRPr="007C0612">
          <w:rPr>
            <w:rFonts w:ascii="Marianne" w:hAnsi="Marianne" w:cs="Arial"/>
            <w:b/>
            <w:sz w:val="18"/>
            <w:szCs w:val="18"/>
            <w:lang w:eastAsia="ar-SA"/>
          </w:rPr>
          <w:t>R.</w:t>
        </w:r>
        <w:r w:rsidRPr="007C0612">
          <w:rPr>
            <w:rFonts w:ascii="Calibri" w:hAnsi="Calibri" w:cs="Calibri"/>
            <w:b/>
            <w:sz w:val="18"/>
            <w:szCs w:val="18"/>
            <w:lang w:eastAsia="ar-SA"/>
          </w:rPr>
          <w:t> </w:t>
        </w:r>
        <w:r w:rsidRPr="007C0612">
          <w:rPr>
            <w:rFonts w:ascii="Marianne" w:hAnsi="Marianne" w:cs="Arial"/>
            <w:b/>
            <w:sz w:val="18"/>
            <w:szCs w:val="18"/>
            <w:lang w:eastAsia="ar-SA"/>
          </w:rPr>
          <w:t>2191-3</w:t>
        </w:r>
      </w:hyperlink>
      <w:r w:rsidRPr="007C0612">
        <w:rPr>
          <w:rFonts w:ascii="Marianne" w:hAnsi="Marianne" w:cs="Arial"/>
          <w:b/>
          <w:sz w:val="18"/>
          <w:szCs w:val="18"/>
          <w:lang w:eastAsia="ar-SA"/>
        </w:rPr>
        <w:t xml:space="preserve"> du code de la commande publique)</w:t>
      </w:r>
    </w:p>
    <w:p w14:paraId="0D64D81A" w14:textId="77777777" w:rsidR="007C0612" w:rsidRPr="007C0612" w:rsidRDefault="007C0612" w:rsidP="007C0612">
      <w:pPr>
        <w:tabs>
          <w:tab w:val="left" w:pos="426"/>
          <w:tab w:val="left" w:pos="851"/>
        </w:tabs>
        <w:ind w:right="-283"/>
        <w:jc w:val="both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>Je renonce au bénéfice de l'avance</w:t>
      </w:r>
      <w:r w:rsidRPr="007C0612">
        <w:rPr>
          <w:rFonts w:ascii="Calibri" w:hAnsi="Calibri" w:cs="Calibri"/>
          <w:sz w:val="18"/>
          <w:szCs w:val="18"/>
        </w:rPr>
        <w:t> </w:t>
      </w:r>
      <w:r w:rsidRPr="007C0612">
        <w:rPr>
          <w:rFonts w:ascii="Marianne" w:hAnsi="Marianne" w:cs="Arial"/>
          <w:sz w:val="18"/>
          <w:szCs w:val="18"/>
        </w:rPr>
        <w:t xml:space="preserve">: </w:t>
      </w:r>
      <w:r w:rsidRPr="007C0612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0612">
        <w:rPr>
          <w:rFonts w:ascii="Marianne" w:hAnsi="Marianne" w:cs="Arial"/>
          <w:sz w:val="18"/>
          <w:szCs w:val="18"/>
        </w:rPr>
        <w:instrText xml:space="preserve"> FORMCHECKBOX </w:instrText>
      </w:r>
      <w:r w:rsidRPr="007C0612">
        <w:rPr>
          <w:rFonts w:ascii="Marianne" w:hAnsi="Marianne" w:cs="Arial"/>
          <w:sz w:val="18"/>
          <w:szCs w:val="18"/>
        </w:rPr>
      </w:r>
      <w:r w:rsidRPr="007C0612">
        <w:rPr>
          <w:rFonts w:ascii="Marianne" w:hAnsi="Marianne" w:cs="Arial"/>
          <w:sz w:val="18"/>
          <w:szCs w:val="18"/>
        </w:rPr>
        <w:fldChar w:fldCharType="separate"/>
      </w:r>
      <w:r w:rsidRPr="007C0612">
        <w:rPr>
          <w:rFonts w:ascii="Marianne" w:hAnsi="Marianne" w:cs="Arial"/>
          <w:sz w:val="18"/>
          <w:szCs w:val="18"/>
        </w:rPr>
        <w:fldChar w:fldCharType="end"/>
      </w:r>
      <w:r w:rsidRPr="007C0612">
        <w:rPr>
          <w:rFonts w:ascii="Marianne" w:hAnsi="Marianne" w:cs="Arial"/>
          <w:sz w:val="18"/>
          <w:szCs w:val="18"/>
        </w:rPr>
        <w:t xml:space="preserve"> (cocher si renonciation)</w:t>
      </w:r>
    </w:p>
    <w:p w14:paraId="70C3199C" w14:textId="77777777" w:rsidR="007C0612" w:rsidRPr="007C0612" w:rsidRDefault="007C0612" w:rsidP="007C0612">
      <w:pPr>
        <w:tabs>
          <w:tab w:val="left" w:pos="426"/>
          <w:tab w:val="left" w:pos="851"/>
        </w:tabs>
        <w:ind w:right="-283"/>
        <w:jc w:val="both"/>
        <w:rPr>
          <w:rFonts w:ascii="Marianne" w:hAnsi="Marianne" w:cs="Arial"/>
          <w:b/>
          <w:sz w:val="18"/>
          <w:szCs w:val="18"/>
        </w:rPr>
      </w:pPr>
    </w:p>
    <w:p w14:paraId="07BA7068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ind w:right="-283"/>
        <w:jc w:val="center"/>
        <w:rPr>
          <w:rFonts w:ascii="Marianne" w:hAnsi="Marianne" w:cs="Arial"/>
          <w:i/>
          <w:sz w:val="18"/>
          <w:szCs w:val="18"/>
        </w:rPr>
      </w:pPr>
      <w:r w:rsidRPr="007C0612">
        <w:rPr>
          <w:rFonts w:ascii="Marianne" w:hAnsi="Marianne" w:cs="Arial"/>
          <w:b/>
          <w:i/>
          <w:sz w:val="18"/>
          <w:szCs w:val="18"/>
        </w:rPr>
        <w:t>Signature du marché public par le titulaire individuel</w:t>
      </w:r>
      <w:r w:rsidRPr="007C0612">
        <w:rPr>
          <w:rFonts w:ascii="Calibri" w:hAnsi="Calibri" w:cs="Calibri"/>
          <w:b/>
          <w:i/>
          <w:sz w:val="18"/>
          <w:szCs w:val="18"/>
        </w:rPr>
        <w:t> </w:t>
      </w:r>
      <w:r w:rsidRPr="007C0612">
        <w:rPr>
          <w:rFonts w:ascii="Marianne" w:hAnsi="Marianne" w:cs="Arial"/>
          <w:b/>
          <w:i/>
          <w:sz w:val="18"/>
          <w:szCs w:val="18"/>
        </w:rPr>
        <w:t>ou le mandataire du groupement :</w:t>
      </w:r>
    </w:p>
    <w:p w14:paraId="16770DA4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sz w:val="18"/>
          <w:szCs w:val="18"/>
        </w:rPr>
      </w:pPr>
      <w:r w:rsidRPr="007C0612">
        <w:rPr>
          <w:rFonts w:ascii="Marianne" w:hAnsi="Marianne" w:cs="Arial"/>
          <w:i/>
          <w:sz w:val="18"/>
          <w:szCs w:val="18"/>
        </w:rPr>
        <w:t>(Le signataire doit avoir le pouvoir d’engager la personne qu’il représente)</w:t>
      </w:r>
    </w:p>
    <w:p w14:paraId="70530778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sz w:val="18"/>
          <w:szCs w:val="18"/>
        </w:rPr>
      </w:pPr>
    </w:p>
    <w:p w14:paraId="3C527DF4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sz w:val="18"/>
          <w:szCs w:val="18"/>
          <w:highlight w:val="yellow"/>
        </w:rPr>
      </w:pPr>
    </w:p>
    <w:p w14:paraId="43B6E11E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sz w:val="18"/>
          <w:szCs w:val="18"/>
          <w:highlight w:val="yellow"/>
        </w:rPr>
      </w:pPr>
    </w:p>
    <w:p w14:paraId="59E70FD1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color w:val="FF0000"/>
          <w:sz w:val="18"/>
          <w:szCs w:val="18"/>
          <w:highlight w:val="yellow"/>
        </w:rPr>
      </w:pPr>
    </w:p>
    <w:p w14:paraId="1056AF8D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color w:val="FF0000"/>
          <w:sz w:val="18"/>
          <w:szCs w:val="18"/>
          <w:highlight w:val="yellow"/>
        </w:rPr>
      </w:pPr>
    </w:p>
    <w:p w14:paraId="689979E7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color w:val="FF0000"/>
          <w:sz w:val="18"/>
          <w:szCs w:val="18"/>
          <w:highlight w:val="yellow"/>
        </w:rPr>
      </w:pPr>
    </w:p>
    <w:p w14:paraId="62E69045" w14:textId="77777777" w:rsidR="007C0612" w:rsidRPr="007C0612" w:rsidRDefault="007C0612" w:rsidP="007C06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283"/>
        <w:jc w:val="center"/>
        <w:rPr>
          <w:rFonts w:ascii="Marianne" w:hAnsi="Marianne" w:cs="Arial"/>
          <w:i/>
          <w:color w:val="FF0000"/>
          <w:sz w:val="18"/>
          <w:szCs w:val="18"/>
          <w:highlight w:val="yellow"/>
        </w:rPr>
      </w:pPr>
    </w:p>
    <w:p w14:paraId="4239A2D9" w14:textId="77777777" w:rsidR="007C0612" w:rsidRPr="007C0612" w:rsidRDefault="007C0612" w:rsidP="007C0612">
      <w:pPr>
        <w:autoSpaceDE w:val="0"/>
        <w:autoSpaceDN w:val="0"/>
        <w:spacing w:after="160" w:line="259" w:lineRule="auto"/>
        <w:ind w:right="-286"/>
        <w:jc w:val="both"/>
        <w:rPr>
          <w:rFonts w:ascii="Marianne" w:hAnsi="Marianne" w:cs="Arial"/>
          <w:sz w:val="18"/>
          <w:szCs w:val="18"/>
          <w:highlight w:val="yellow"/>
          <w:lang w:eastAsia="ar-SA"/>
        </w:rPr>
      </w:pPr>
    </w:p>
    <w:p w14:paraId="38293B5F" w14:textId="77777777" w:rsidR="007C0612" w:rsidRPr="007C0612" w:rsidRDefault="007C0612" w:rsidP="007C061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/>
        <w:ind w:left="0" w:right="-283"/>
        <w:rPr>
          <w:rFonts w:ascii="Marianne" w:hAnsi="Marianne" w:cs="Arial"/>
          <w:b/>
          <w:sz w:val="18"/>
          <w:szCs w:val="18"/>
        </w:rPr>
      </w:pPr>
      <w:r w:rsidRPr="007C0612">
        <w:rPr>
          <w:rFonts w:ascii="Marianne" w:hAnsi="Marianne" w:cs="Arial"/>
          <w:b/>
          <w:sz w:val="18"/>
          <w:szCs w:val="18"/>
        </w:rPr>
        <w:t>ATTRIBUTION</w:t>
      </w:r>
    </w:p>
    <w:p w14:paraId="20D76B81" w14:textId="77777777" w:rsidR="007C0612" w:rsidRPr="007C0612" w:rsidRDefault="007C0612" w:rsidP="007C0612">
      <w:pPr>
        <w:tabs>
          <w:tab w:val="left" w:pos="426"/>
          <w:tab w:val="left" w:pos="851"/>
        </w:tabs>
        <w:spacing w:before="120" w:after="120"/>
        <w:ind w:right="-283"/>
        <w:jc w:val="both"/>
        <w:rPr>
          <w:rFonts w:ascii="Marianne" w:hAnsi="Marianne" w:cs="Arial"/>
          <w:sz w:val="18"/>
          <w:szCs w:val="18"/>
        </w:rPr>
      </w:pPr>
      <w:r w:rsidRPr="007C0612">
        <w:rPr>
          <w:rFonts w:ascii="Marianne" w:hAnsi="Marianne" w:cs="Arial"/>
          <w:sz w:val="18"/>
          <w:szCs w:val="18"/>
        </w:rPr>
        <w:t xml:space="preserve">Le directeur de la plate-forme commissariat Ouest de Rennes, </w:t>
      </w:r>
    </w:p>
    <w:p w14:paraId="0343EBFD" w14:textId="77777777" w:rsidR="007C0612" w:rsidRPr="007C0612" w:rsidRDefault="007C0612" w:rsidP="007C0612">
      <w:pPr>
        <w:tabs>
          <w:tab w:val="left" w:pos="426"/>
          <w:tab w:val="left" w:pos="851"/>
        </w:tabs>
        <w:spacing w:before="120" w:after="120"/>
        <w:ind w:right="-283"/>
        <w:jc w:val="both"/>
        <w:rPr>
          <w:rFonts w:ascii="Marianne" w:hAnsi="Marianne" w:cs="Arial"/>
          <w:sz w:val="18"/>
          <w:szCs w:val="18"/>
        </w:rPr>
      </w:pPr>
      <w:proofErr w:type="gramStart"/>
      <w:r w:rsidRPr="007C0612">
        <w:rPr>
          <w:rFonts w:ascii="Marianne" w:hAnsi="Marianne" w:cs="Arial"/>
          <w:sz w:val="18"/>
          <w:szCs w:val="18"/>
        </w:rPr>
        <w:t>attribue</w:t>
      </w:r>
      <w:proofErr w:type="gramEnd"/>
      <w:r w:rsidRPr="007C0612">
        <w:rPr>
          <w:rFonts w:ascii="Marianne" w:hAnsi="Marianne" w:cs="Arial"/>
          <w:sz w:val="18"/>
          <w:szCs w:val="18"/>
        </w:rPr>
        <w:t xml:space="preserve"> le marché à l’opérateur économique identifié au 1.1 .</w:t>
      </w:r>
    </w:p>
    <w:p w14:paraId="5FC0FE42" w14:textId="77777777" w:rsidR="007C0612" w:rsidRPr="007C0612" w:rsidRDefault="007C0612" w:rsidP="007C0612">
      <w:pPr>
        <w:tabs>
          <w:tab w:val="left" w:pos="426"/>
          <w:tab w:val="left" w:pos="851"/>
        </w:tabs>
        <w:ind w:right="-283"/>
        <w:jc w:val="both"/>
        <w:rPr>
          <w:rFonts w:ascii="Marianne" w:hAnsi="Marianne" w:cs="Arial"/>
          <w:color w:val="FF0000"/>
          <w:sz w:val="18"/>
          <w:szCs w:val="18"/>
        </w:rPr>
      </w:pPr>
    </w:p>
    <w:p w14:paraId="09E71069" w14:textId="77777777" w:rsidR="007C0612" w:rsidRPr="007C0612" w:rsidRDefault="007C0612" w:rsidP="007C0612">
      <w:pPr>
        <w:tabs>
          <w:tab w:val="left" w:pos="426"/>
          <w:tab w:val="left" w:pos="851"/>
        </w:tabs>
        <w:ind w:left="1134" w:right="-283" w:hanging="1134"/>
        <w:jc w:val="both"/>
        <w:rPr>
          <w:rFonts w:ascii="Marianne" w:hAnsi="Marianne" w:cs="Arial"/>
          <w:color w:val="FF0000"/>
        </w:rPr>
      </w:pPr>
    </w:p>
    <w:p w14:paraId="006D3BE1" w14:textId="77777777" w:rsidR="007C0612" w:rsidRPr="007C0612" w:rsidRDefault="007C0612" w:rsidP="007C0612">
      <w:pPr>
        <w:tabs>
          <w:tab w:val="left" w:pos="851"/>
          <w:tab w:val="left" w:pos="5245"/>
          <w:tab w:val="left" w:pos="6237"/>
          <w:tab w:val="left" w:pos="7655"/>
        </w:tabs>
        <w:ind w:right="-283"/>
        <w:jc w:val="center"/>
        <w:rPr>
          <w:rFonts w:ascii="Marianne" w:hAnsi="Marianne" w:cs="Arial"/>
          <w:color w:val="FF0000"/>
        </w:rPr>
      </w:pPr>
    </w:p>
    <w:p w14:paraId="799ECEE6" w14:textId="77777777" w:rsidR="007C0612" w:rsidRPr="007C0612" w:rsidRDefault="007C0612" w:rsidP="007C0612">
      <w:pPr>
        <w:tabs>
          <w:tab w:val="left" w:pos="851"/>
          <w:tab w:val="left" w:pos="5245"/>
          <w:tab w:val="left" w:pos="6237"/>
          <w:tab w:val="left" w:pos="7655"/>
        </w:tabs>
        <w:ind w:right="-283"/>
        <w:jc w:val="center"/>
        <w:rPr>
          <w:rFonts w:ascii="Marianne" w:hAnsi="Marianne" w:cs="Arial"/>
        </w:rPr>
      </w:pPr>
      <w:r w:rsidRPr="007C0612">
        <w:rPr>
          <w:rFonts w:ascii="Marianne" w:hAnsi="Marianne" w:cs="Arial"/>
          <w:color w:val="FF0000"/>
        </w:rPr>
        <w:tab/>
      </w:r>
      <w:r w:rsidRPr="007C0612">
        <w:rPr>
          <w:rFonts w:ascii="Marianne" w:hAnsi="Marianne" w:cs="Arial"/>
          <w:color w:val="FF0000"/>
        </w:rPr>
        <w:tab/>
      </w:r>
      <w:r w:rsidRPr="007C0612">
        <w:rPr>
          <w:rFonts w:ascii="Marianne" w:hAnsi="Marianne" w:cs="Arial"/>
        </w:rPr>
        <w:t>À</w:t>
      </w:r>
      <w:r w:rsidRPr="007C0612">
        <w:rPr>
          <w:rFonts w:ascii="Calibri" w:hAnsi="Calibri" w:cs="Calibri"/>
        </w:rPr>
        <w:t> </w:t>
      </w:r>
      <w:r w:rsidRPr="007C0612">
        <w:rPr>
          <w:rFonts w:ascii="Marianne" w:hAnsi="Marianne" w:cs="Arial"/>
        </w:rPr>
        <w:t>Rennes, le ……………………</w:t>
      </w:r>
    </w:p>
    <w:p w14:paraId="5C74352E" w14:textId="77777777" w:rsidR="007C0612" w:rsidRPr="007C0612" w:rsidRDefault="007C0612" w:rsidP="007C0612">
      <w:pPr>
        <w:tabs>
          <w:tab w:val="left" w:pos="851"/>
        </w:tabs>
        <w:ind w:right="-283"/>
        <w:rPr>
          <w:rFonts w:ascii="Marianne" w:hAnsi="Marianne" w:cs="Arial"/>
        </w:rPr>
      </w:pPr>
    </w:p>
    <w:p w14:paraId="7129132E" w14:textId="77777777" w:rsidR="007C0612" w:rsidRPr="007C0612" w:rsidRDefault="007C0612" w:rsidP="007C0612">
      <w:pPr>
        <w:tabs>
          <w:tab w:val="left" w:pos="851"/>
        </w:tabs>
        <w:ind w:left="6804" w:right="-283"/>
        <w:jc w:val="both"/>
        <w:rPr>
          <w:rFonts w:ascii="Marianne" w:hAnsi="Marianne" w:cs="Arial"/>
          <w:i/>
          <w:sz w:val="18"/>
          <w:szCs w:val="18"/>
        </w:rPr>
      </w:pPr>
      <w:r w:rsidRPr="007C0612">
        <w:rPr>
          <w:rFonts w:ascii="Marianne" w:hAnsi="Marianne" w:cs="Arial"/>
        </w:rPr>
        <w:t>Signature</w:t>
      </w:r>
    </w:p>
    <w:p w14:paraId="4FD1B403" w14:textId="77777777" w:rsidR="007C0612" w:rsidRPr="007C0612" w:rsidRDefault="007C0612" w:rsidP="007C0612">
      <w:pPr>
        <w:widowControl w:val="0"/>
        <w:tabs>
          <w:tab w:val="left" w:pos="426"/>
          <w:tab w:val="left" w:pos="4962"/>
        </w:tabs>
        <w:autoSpaceDE w:val="0"/>
        <w:autoSpaceDN w:val="0"/>
        <w:adjustRightInd w:val="0"/>
        <w:spacing w:before="120" w:after="120"/>
        <w:ind w:right="-283"/>
        <w:jc w:val="both"/>
        <w:outlineLvl w:val="0"/>
        <w:rPr>
          <w:rFonts w:ascii="Marianne" w:hAnsi="Marianne" w:cs="Arial"/>
          <w:sz w:val="18"/>
        </w:rPr>
      </w:pPr>
    </w:p>
    <w:p w14:paraId="3AF3AAEF" w14:textId="77777777" w:rsidR="007C0612" w:rsidRPr="007C0612" w:rsidRDefault="007C0612" w:rsidP="007C0612">
      <w:pPr>
        <w:ind w:right="-283"/>
        <w:rPr>
          <w:rFonts w:ascii="Marianne" w:hAnsi="Marianne" w:cs="Arial"/>
          <w:color w:val="FF0000"/>
          <w:sz w:val="18"/>
          <w:szCs w:val="18"/>
        </w:rPr>
      </w:pPr>
    </w:p>
    <w:p w14:paraId="796E9632" w14:textId="6B54ACD8" w:rsidR="00E757C3" w:rsidRPr="0077409C" w:rsidRDefault="00E757C3" w:rsidP="007C0612">
      <w:pPr>
        <w:pStyle w:val="paragraphe"/>
        <w:rPr>
          <w:szCs w:val="18"/>
        </w:rPr>
      </w:pPr>
    </w:p>
    <w:p w14:paraId="31622B21" w14:textId="54B91021" w:rsidR="00D67139" w:rsidRPr="009B72BB" w:rsidRDefault="00D67139" w:rsidP="0024280E">
      <w:pPr>
        <w:pStyle w:val="Titre"/>
        <w:rPr>
          <w:rFonts w:cs="Arial"/>
          <w:sz w:val="22"/>
          <w:szCs w:val="22"/>
        </w:rPr>
      </w:pPr>
    </w:p>
    <w:p w14:paraId="2FE9BB06" w14:textId="49E2607F" w:rsidR="00323C39" w:rsidRDefault="00323C39" w:rsidP="002C095E">
      <w:pPr>
        <w:tabs>
          <w:tab w:val="left" w:pos="2897"/>
        </w:tabs>
        <w:rPr>
          <w:rFonts w:ascii="Arial" w:hAnsi="Arial" w:cs="Arial"/>
        </w:rPr>
      </w:pPr>
      <w:bookmarkStart w:id="0" w:name="_GoBack"/>
      <w:bookmarkEnd w:id="0"/>
    </w:p>
    <w:sectPr w:rsidR="00323C39" w:rsidSect="0024280E">
      <w:footerReference w:type="default" r:id="rId12"/>
      <w:footerReference w:type="first" r:id="rId13"/>
      <w:pgSz w:w="11907" w:h="16840" w:code="9"/>
      <w:pgMar w:top="567" w:right="708" w:bottom="1134" w:left="1134" w:header="45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B1FE0" w14:textId="77777777" w:rsidR="00E60650" w:rsidRDefault="00E60650">
      <w:r>
        <w:separator/>
      </w:r>
    </w:p>
  </w:endnote>
  <w:endnote w:type="continuationSeparator" w:id="0">
    <w:p w14:paraId="32383B4F" w14:textId="77777777" w:rsidR="00E60650" w:rsidRDefault="00E6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9BFCE" w14:textId="5EEF422A" w:rsidR="00E60650" w:rsidRPr="00E81F62" w:rsidRDefault="00E60650" w:rsidP="00E81F62">
    <w:pPr>
      <w:pStyle w:val="Pieddepage"/>
      <w:rPr>
        <w:rFonts w:ascii="Arial" w:hAnsi="Arial" w:cs="Arial"/>
        <w:color w:val="A6A6A6"/>
        <w:sz w:val="18"/>
        <w:szCs w:val="18"/>
      </w:rPr>
    </w:pPr>
    <w:r w:rsidRPr="00E76F2A">
      <w:rPr>
        <w:rFonts w:ascii="Arial" w:hAnsi="Arial" w:cs="Arial"/>
        <w:color w:val="A6A6A6"/>
        <w:sz w:val="16"/>
        <w:szCs w:val="18"/>
      </w:rPr>
      <w:ptab w:relativeTo="margin" w:alignment="center" w:leader="none"/>
    </w: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7C0612">
      <w:rPr>
        <w:rFonts w:ascii="Marianne" w:hAnsi="Marianne" w:cs="Arial"/>
        <w:b/>
        <w:color w:val="000000"/>
        <w:sz w:val="16"/>
        <w:szCs w:val="16"/>
      </w:rPr>
      <w:t>5</w:t>
    </w:r>
    <w:r w:rsidRPr="00B04B27">
      <w:rPr>
        <w:rFonts w:ascii="Marianne" w:hAnsi="Marianne" w:cs="Arial"/>
        <w:b/>
        <w:color w:val="000000"/>
        <w:sz w:val="16"/>
        <w:szCs w:val="16"/>
      </w:rPr>
      <w:t>_00</w:t>
    </w:r>
    <w:r>
      <w:rPr>
        <w:rFonts w:ascii="Marianne" w:hAnsi="Marianne" w:cs="Arial"/>
        <w:b/>
        <w:color w:val="000000"/>
        <w:sz w:val="16"/>
        <w:szCs w:val="16"/>
      </w:rPr>
      <w:t>0</w:t>
    </w:r>
    <w:r w:rsidR="007C0612">
      <w:rPr>
        <w:rFonts w:ascii="Marianne" w:hAnsi="Marianne" w:cs="Arial"/>
        <w:b/>
        <w:color w:val="000000"/>
        <w:sz w:val="16"/>
        <w:szCs w:val="16"/>
      </w:rPr>
      <w:t>014</w:t>
    </w:r>
    <w:r w:rsidRPr="00E76F2A">
      <w:rPr>
        <w:rFonts w:ascii="Arial" w:hAnsi="Arial" w:cs="Arial"/>
        <w:color w:val="A6A6A6"/>
        <w:sz w:val="16"/>
        <w:szCs w:val="18"/>
      </w:rPr>
      <w:ptab w:relativeTo="margin" w:alignment="right" w:leader="none"/>
    </w:r>
    <w:r w:rsidRPr="00BF19C0">
      <w:rPr>
        <w:rFonts w:ascii="Arial" w:hAnsi="Arial" w:cs="Arial"/>
        <w:color w:val="A6A6A6"/>
        <w:sz w:val="18"/>
        <w:szCs w:val="18"/>
      </w:rPr>
      <w:t xml:space="preserve">Page 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begin"/>
    </w:r>
    <w:r w:rsidRPr="00BF19C0">
      <w:rPr>
        <w:rFonts w:ascii="Arial" w:hAnsi="Arial" w:cs="Arial"/>
        <w:b/>
        <w:bCs/>
        <w:color w:val="A6A6A6"/>
        <w:sz w:val="18"/>
        <w:szCs w:val="18"/>
      </w:rPr>
      <w:instrText>PAGE  \* Arabic  \* MERGEFORMAT</w:instrTex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separate"/>
    </w:r>
    <w:r w:rsidR="007C0612">
      <w:rPr>
        <w:rFonts w:ascii="Arial" w:hAnsi="Arial" w:cs="Arial"/>
        <w:b/>
        <w:bCs/>
        <w:noProof/>
        <w:color w:val="A6A6A6"/>
        <w:sz w:val="18"/>
        <w:szCs w:val="18"/>
      </w:rPr>
      <w:t>2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end"/>
    </w:r>
    <w:r>
      <w:rPr>
        <w:rFonts w:ascii="Arial" w:hAnsi="Arial" w:cs="Arial"/>
        <w:b/>
        <w:bCs/>
        <w:color w:val="A6A6A6"/>
        <w:sz w:val="18"/>
        <w:szCs w:val="18"/>
      </w:rPr>
      <w:t>/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begin"/>
    </w:r>
    <w:r w:rsidRPr="00BF19C0">
      <w:rPr>
        <w:rFonts w:ascii="Arial" w:hAnsi="Arial" w:cs="Arial"/>
        <w:b/>
        <w:bCs/>
        <w:color w:val="A6A6A6"/>
        <w:sz w:val="18"/>
        <w:szCs w:val="18"/>
      </w:rPr>
      <w:instrText>NUMPAGES  \* Arabic  \* MERGEFORMAT</w:instrTex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separate"/>
    </w:r>
    <w:r w:rsidR="007C0612">
      <w:rPr>
        <w:rFonts w:ascii="Arial" w:hAnsi="Arial" w:cs="Arial"/>
        <w:b/>
        <w:bCs/>
        <w:noProof/>
        <w:color w:val="A6A6A6"/>
        <w:sz w:val="18"/>
        <w:szCs w:val="18"/>
      </w:rPr>
      <w:t>2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4FC3E" w14:textId="797B731C" w:rsidR="00E60650" w:rsidRPr="0043771D" w:rsidRDefault="00E60650" w:rsidP="0041380C">
    <w:pPr>
      <w:pStyle w:val="Pieddepage"/>
      <w:jc w:val="center"/>
      <w:rPr>
        <w:rFonts w:ascii="Marianne" w:hAnsi="Marianne" w:cs="Arial"/>
        <w:b/>
        <w:color w:val="000000"/>
        <w:sz w:val="16"/>
        <w:szCs w:val="16"/>
      </w:rPr>
    </w:pPr>
    <w:r w:rsidRPr="00E76F2A">
      <w:rPr>
        <w:rFonts w:ascii="Arial" w:hAnsi="Arial" w:cs="Arial"/>
        <w:color w:val="A6A6A6"/>
        <w:sz w:val="16"/>
        <w:szCs w:val="18"/>
      </w:rPr>
      <w:ptab w:relativeTo="margin" w:alignment="center" w:leader="none"/>
    </w: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7C0612">
      <w:rPr>
        <w:rFonts w:ascii="Marianne" w:hAnsi="Marianne" w:cs="Arial"/>
        <w:b/>
        <w:color w:val="000000"/>
        <w:sz w:val="16"/>
        <w:szCs w:val="16"/>
      </w:rPr>
      <w:t>5</w:t>
    </w:r>
    <w:r w:rsidRPr="00B04B27">
      <w:rPr>
        <w:rFonts w:ascii="Marianne" w:hAnsi="Marianne" w:cs="Arial"/>
        <w:b/>
        <w:color w:val="000000"/>
        <w:sz w:val="16"/>
        <w:szCs w:val="16"/>
      </w:rPr>
      <w:t>_00</w:t>
    </w:r>
    <w:r>
      <w:rPr>
        <w:rFonts w:ascii="Marianne" w:hAnsi="Marianne" w:cs="Arial"/>
        <w:b/>
        <w:color w:val="000000"/>
        <w:sz w:val="16"/>
        <w:szCs w:val="16"/>
      </w:rPr>
      <w:t>0</w:t>
    </w:r>
    <w:r w:rsidR="007C0612">
      <w:rPr>
        <w:rFonts w:ascii="Marianne" w:hAnsi="Marianne" w:cs="Arial"/>
        <w:b/>
        <w:color w:val="000000"/>
        <w:sz w:val="16"/>
        <w:szCs w:val="16"/>
      </w:rPr>
      <w:t>014</w:t>
    </w:r>
    <w:r w:rsidRPr="00E76F2A">
      <w:rPr>
        <w:rFonts w:ascii="Marianne" w:hAnsi="Marianne" w:cs="Arial"/>
        <w:b/>
        <w:color w:val="000000"/>
        <w:sz w:val="16"/>
        <w:szCs w:val="16"/>
      </w:rPr>
      <w:ptab w:relativeTo="margin" w:alignment="right" w:leader="none"/>
    </w:r>
    <w:r w:rsidRPr="00BF19C0">
      <w:rPr>
        <w:rFonts w:ascii="Arial" w:hAnsi="Arial" w:cs="Arial"/>
        <w:color w:val="A6A6A6"/>
        <w:sz w:val="18"/>
        <w:szCs w:val="18"/>
      </w:rPr>
      <w:t xml:space="preserve">Page 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begin"/>
    </w:r>
    <w:r w:rsidRPr="00BF19C0">
      <w:rPr>
        <w:rFonts w:ascii="Arial" w:hAnsi="Arial" w:cs="Arial"/>
        <w:b/>
        <w:bCs/>
        <w:color w:val="A6A6A6"/>
        <w:sz w:val="18"/>
        <w:szCs w:val="18"/>
      </w:rPr>
      <w:instrText>PAGE  \* Arabic  \* MERGEFORMAT</w:instrTex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separate"/>
    </w:r>
    <w:r w:rsidR="007C0612">
      <w:rPr>
        <w:rFonts w:ascii="Arial" w:hAnsi="Arial" w:cs="Arial"/>
        <w:b/>
        <w:bCs/>
        <w:noProof/>
        <w:color w:val="A6A6A6"/>
        <w:sz w:val="18"/>
        <w:szCs w:val="18"/>
      </w:rPr>
      <w:t>1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end"/>
    </w:r>
    <w:r>
      <w:rPr>
        <w:rFonts w:ascii="Arial" w:hAnsi="Arial" w:cs="Arial"/>
        <w:b/>
        <w:bCs/>
        <w:color w:val="A6A6A6"/>
        <w:sz w:val="18"/>
        <w:szCs w:val="18"/>
      </w:rPr>
      <w:t>/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begin"/>
    </w:r>
    <w:r w:rsidRPr="00BF19C0">
      <w:rPr>
        <w:rFonts w:ascii="Arial" w:hAnsi="Arial" w:cs="Arial"/>
        <w:b/>
        <w:bCs/>
        <w:color w:val="A6A6A6"/>
        <w:sz w:val="18"/>
        <w:szCs w:val="18"/>
      </w:rPr>
      <w:instrText>NUMPAGES  \* Arabic  \* MERGEFORMAT</w:instrTex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separate"/>
    </w:r>
    <w:r w:rsidR="007C0612">
      <w:rPr>
        <w:rFonts w:ascii="Arial" w:hAnsi="Arial" w:cs="Arial"/>
        <w:b/>
        <w:bCs/>
        <w:noProof/>
        <w:color w:val="A6A6A6"/>
        <w:sz w:val="18"/>
        <w:szCs w:val="18"/>
      </w:rPr>
      <w:t>2</w:t>
    </w:r>
    <w:r w:rsidRPr="00BF19C0">
      <w:rPr>
        <w:rFonts w:ascii="Arial" w:hAnsi="Arial" w:cs="Arial"/>
        <w:b/>
        <w:bCs/>
        <w:color w:val="A6A6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9FC7B" w14:textId="77777777" w:rsidR="00E60650" w:rsidRDefault="00E60650">
      <w:r>
        <w:separator/>
      </w:r>
    </w:p>
  </w:footnote>
  <w:footnote w:type="continuationSeparator" w:id="0">
    <w:p w14:paraId="592EC913" w14:textId="77777777" w:rsidR="00E60650" w:rsidRDefault="00E60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7C5463F"/>
    <w:multiLevelType w:val="hybridMultilevel"/>
    <w:tmpl w:val="6B6CA110"/>
    <w:lvl w:ilvl="0" w:tplc="76B22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72DDB"/>
    <w:multiLevelType w:val="hybridMultilevel"/>
    <w:tmpl w:val="15282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92BB1"/>
    <w:multiLevelType w:val="hybridMultilevel"/>
    <w:tmpl w:val="B1DE1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5014D"/>
    <w:multiLevelType w:val="multilevel"/>
    <w:tmpl w:val="EF88BF68"/>
    <w:lvl w:ilvl="0">
      <w:start w:val="1"/>
      <w:numFmt w:val="upperRoman"/>
      <w:pStyle w:val="En-ttedetabledesmatires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3C873848"/>
    <w:multiLevelType w:val="multilevel"/>
    <w:tmpl w:val="D6040A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I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1F80C8D"/>
    <w:multiLevelType w:val="multilevel"/>
    <w:tmpl w:val="0F905D5C"/>
    <w:styleLink w:val="LEVRAISTYLE"/>
    <w:lvl w:ilvl="0">
      <w:start w:val="1"/>
      <w:numFmt w:val="upperRoman"/>
      <w:lvlText w:val="%1."/>
      <w:lvlJc w:val="left"/>
      <w:pPr>
        <w:ind w:left="568" w:hanging="28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ascii="Arial" w:hAnsi="Arial" w:hint="default"/>
        <w:b w:val="0"/>
        <w:i w:val="0"/>
        <w:sz w:val="20"/>
        <w:u w:val="none"/>
      </w:rPr>
    </w:lvl>
    <w:lvl w:ilvl="2">
      <w:start w:val="1"/>
      <w:numFmt w:val="decimal"/>
      <w:lvlText w:val="%2.%3. "/>
      <w:lvlJc w:val="left"/>
      <w:pPr>
        <w:ind w:left="284" w:firstLine="0"/>
      </w:pPr>
      <w:rPr>
        <w:rFonts w:ascii="Arial" w:hAnsi="Arial" w:hint="default"/>
        <w:b/>
        <w:i w:val="0"/>
        <w:color w:val="auto"/>
        <w:sz w:val="20"/>
      </w:rPr>
    </w:lvl>
    <w:lvl w:ilvl="3">
      <w:start w:val="1"/>
      <w:numFmt w:val="decimal"/>
      <w:lvlText w:val="%2.%3.%4"/>
      <w:lvlJc w:val="left"/>
      <w:pPr>
        <w:ind w:left="3913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9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7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4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58" w:hanging="180"/>
      </w:pPr>
      <w:rPr>
        <w:rFonts w:hint="default"/>
      </w:rPr>
    </w:lvl>
  </w:abstractNum>
  <w:abstractNum w:abstractNumId="7" w15:restartNumberingAfterBreak="0">
    <w:nsid w:val="43BC4A34"/>
    <w:multiLevelType w:val="multilevel"/>
    <w:tmpl w:val="3D4C133E"/>
    <w:lvl w:ilvl="0">
      <w:start w:val="1"/>
      <w:numFmt w:val="upperRoman"/>
      <w:pStyle w:val="Titre1"/>
      <w:lvlText w:val="%1."/>
      <w:lvlJc w:val="left"/>
      <w:pPr>
        <w:ind w:left="1134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85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2574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3294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4014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4734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5454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6174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6894" w:firstLine="0"/>
      </w:pPr>
      <w:rPr>
        <w:rFonts w:hint="default"/>
      </w:rPr>
    </w:lvl>
  </w:abstractNum>
  <w:abstractNum w:abstractNumId="8" w15:restartNumberingAfterBreak="0">
    <w:nsid w:val="5B9539EA"/>
    <w:multiLevelType w:val="multilevel"/>
    <w:tmpl w:val="DFB82A1E"/>
    <w:lvl w:ilvl="0">
      <w:start w:val="1"/>
      <w:numFmt w:val="none"/>
      <w:lvlText w:val="3.1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252BA3"/>
    <w:multiLevelType w:val="multilevel"/>
    <w:tmpl w:val="02DE7D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C622A71"/>
    <w:multiLevelType w:val="hybridMultilevel"/>
    <w:tmpl w:val="373A30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B358B"/>
    <w:multiLevelType w:val="multilevel"/>
    <w:tmpl w:val="CF3244E4"/>
    <w:lvl w:ilvl="0">
      <w:start w:val="1"/>
      <w:numFmt w:val="decimal"/>
      <w:lvlText w:val="1.2.%1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8"/>
    <w:lvlOverride w:ilvl="0">
      <w:lvl w:ilvl="0">
        <w:start w:val="1"/>
        <w:numFmt w:val="none"/>
        <w:lvlText w:val="1.3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80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52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96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68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40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12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840" w:hanging="360"/>
        </w:pPr>
        <w:rPr>
          <w:rFonts w:ascii="Wingdings" w:hAnsi="Wingdings"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de-DE" w:vendorID="64" w:dllVersion="131078" w:nlCheck="1" w:checkStyle="0"/>
  <w:activeWritingStyle w:appName="MSWord" w:lang="fr-C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>
      <o:colormru v:ext="edit" colors="#ddd,#3cf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3B"/>
    <w:rsid w:val="00000594"/>
    <w:rsid w:val="00000A0E"/>
    <w:rsid w:val="00000D7C"/>
    <w:rsid w:val="00000DB8"/>
    <w:rsid w:val="00001AD7"/>
    <w:rsid w:val="00002D7E"/>
    <w:rsid w:val="000030E0"/>
    <w:rsid w:val="00005096"/>
    <w:rsid w:val="00005702"/>
    <w:rsid w:val="000058A8"/>
    <w:rsid w:val="00005B45"/>
    <w:rsid w:val="00006299"/>
    <w:rsid w:val="0000644A"/>
    <w:rsid w:val="000069D2"/>
    <w:rsid w:val="00006B12"/>
    <w:rsid w:val="00007252"/>
    <w:rsid w:val="00007697"/>
    <w:rsid w:val="00007A49"/>
    <w:rsid w:val="00011601"/>
    <w:rsid w:val="00011DFF"/>
    <w:rsid w:val="00012411"/>
    <w:rsid w:val="000142E3"/>
    <w:rsid w:val="00015390"/>
    <w:rsid w:val="000160F4"/>
    <w:rsid w:val="00016714"/>
    <w:rsid w:val="00016830"/>
    <w:rsid w:val="00017327"/>
    <w:rsid w:val="0002207A"/>
    <w:rsid w:val="00022605"/>
    <w:rsid w:val="00023721"/>
    <w:rsid w:val="00023F92"/>
    <w:rsid w:val="0002426C"/>
    <w:rsid w:val="000242CB"/>
    <w:rsid w:val="00024653"/>
    <w:rsid w:val="00024ED2"/>
    <w:rsid w:val="00025093"/>
    <w:rsid w:val="000259C9"/>
    <w:rsid w:val="00025A17"/>
    <w:rsid w:val="0002632A"/>
    <w:rsid w:val="000264C6"/>
    <w:rsid w:val="0002672E"/>
    <w:rsid w:val="00026968"/>
    <w:rsid w:val="00027E70"/>
    <w:rsid w:val="000302B8"/>
    <w:rsid w:val="00030780"/>
    <w:rsid w:val="00030DB3"/>
    <w:rsid w:val="00031418"/>
    <w:rsid w:val="0003169F"/>
    <w:rsid w:val="0003174F"/>
    <w:rsid w:val="00031E19"/>
    <w:rsid w:val="00032161"/>
    <w:rsid w:val="00032228"/>
    <w:rsid w:val="00032520"/>
    <w:rsid w:val="00032A05"/>
    <w:rsid w:val="00032B4A"/>
    <w:rsid w:val="00032CD4"/>
    <w:rsid w:val="00033051"/>
    <w:rsid w:val="00033863"/>
    <w:rsid w:val="00033AB9"/>
    <w:rsid w:val="00034074"/>
    <w:rsid w:val="00034C53"/>
    <w:rsid w:val="00034CDF"/>
    <w:rsid w:val="000359F1"/>
    <w:rsid w:val="00035CCE"/>
    <w:rsid w:val="00036816"/>
    <w:rsid w:val="00036A7F"/>
    <w:rsid w:val="00037156"/>
    <w:rsid w:val="0003749F"/>
    <w:rsid w:val="00037970"/>
    <w:rsid w:val="00041367"/>
    <w:rsid w:val="00041C8E"/>
    <w:rsid w:val="000430FE"/>
    <w:rsid w:val="00043185"/>
    <w:rsid w:val="000438B3"/>
    <w:rsid w:val="000438CB"/>
    <w:rsid w:val="000441D7"/>
    <w:rsid w:val="00044C62"/>
    <w:rsid w:val="00045D11"/>
    <w:rsid w:val="000467E5"/>
    <w:rsid w:val="000468A4"/>
    <w:rsid w:val="00046B73"/>
    <w:rsid w:val="00046E41"/>
    <w:rsid w:val="00050190"/>
    <w:rsid w:val="00052260"/>
    <w:rsid w:val="000526A8"/>
    <w:rsid w:val="000535E9"/>
    <w:rsid w:val="0005369B"/>
    <w:rsid w:val="00053CE9"/>
    <w:rsid w:val="00053F32"/>
    <w:rsid w:val="000545E1"/>
    <w:rsid w:val="00056668"/>
    <w:rsid w:val="000578EE"/>
    <w:rsid w:val="00061D95"/>
    <w:rsid w:val="0006456A"/>
    <w:rsid w:val="0006474A"/>
    <w:rsid w:val="00064841"/>
    <w:rsid w:val="0006663E"/>
    <w:rsid w:val="00067CE2"/>
    <w:rsid w:val="00070776"/>
    <w:rsid w:val="00071493"/>
    <w:rsid w:val="0007174C"/>
    <w:rsid w:val="000719A8"/>
    <w:rsid w:val="000723CF"/>
    <w:rsid w:val="00072F91"/>
    <w:rsid w:val="00072FE6"/>
    <w:rsid w:val="00073404"/>
    <w:rsid w:val="00073BC1"/>
    <w:rsid w:val="00073FB9"/>
    <w:rsid w:val="000756DC"/>
    <w:rsid w:val="00076124"/>
    <w:rsid w:val="000763BF"/>
    <w:rsid w:val="0007645A"/>
    <w:rsid w:val="000766A9"/>
    <w:rsid w:val="00076C80"/>
    <w:rsid w:val="00077212"/>
    <w:rsid w:val="00077AE9"/>
    <w:rsid w:val="00077AEA"/>
    <w:rsid w:val="00080CD6"/>
    <w:rsid w:val="0008195E"/>
    <w:rsid w:val="00081FF8"/>
    <w:rsid w:val="00082998"/>
    <w:rsid w:val="000829A9"/>
    <w:rsid w:val="00082BE5"/>
    <w:rsid w:val="000849C0"/>
    <w:rsid w:val="00085518"/>
    <w:rsid w:val="0008709E"/>
    <w:rsid w:val="00087274"/>
    <w:rsid w:val="0008778D"/>
    <w:rsid w:val="00090ABD"/>
    <w:rsid w:val="00090E36"/>
    <w:rsid w:val="00092027"/>
    <w:rsid w:val="0009349E"/>
    <w:rsid w:val="000934EE"/>
    <w:rsid w:val="00093C2B"/>
    <w:rsid w:val="000969B3"/>
    <w:rsid w:val="000978A9"/>
    <w:rsid w:val="00097FF6"/>
    <w:rsid w:val="000A0C05"/>
    <w:rsid w:val="000A0D47"/>
    <w:rsid w:val="000A1427"/>
    <w:rsid w:val="000A2D8B"/>
    <w:rsid w:val="000A3310"/>
    <w:rsid w:val="000A3BF4"/>
    <w:rsid w:val="000A4A2D"/>
    <w:rsid w:val="000A528F"/>
    <w:rsid w:val="000A69DC"/>
    <w:rsid w:val="000A6A66"/>
    <w:rsid w:val="000A7519"/>
    <w:rsid w:val="000B161E"/>
    <w:rsid w:val="000B17EA"/>
    <w:rsid w:val="000B1837"/>
    <w:rsid w:val="000B2A01"/>
    <w:rsid w:val="000B2EE9"/>
    <w:rsid w:val="000B380A"/>
    <w:rsid w:val="000B3AA4"/>
    <w:rsid w:val="000B4373"/>
    <w:rsid w:val="000B43BD"/>
    <w:rsid w:val="000B4FF2"/>
    <w:rsid w:val="000B5885"/>
    <w:rsid w:val="000B5EF0"/>
    <w:rsid w:val="000B6A3A"/>
    <w:rsid w:val="000B7493"/>
    <w:rsid w:val="000C003D"/>
    <w:rsid w:val="000C0A9C"/>
    <w:rsid w:val="000C10C3"/>
    <w:rsid w:val="000C159D"/>
    <w:rsid w:val="000C316A"/>
    <w:rsid w:val="000C581C"/>
    <w:rsid w:val="000C5AF8"/>
    <w:rsid w:val="000C6535"/>
    <w:rsid w:val="000C6AFB"/>
    <w:rsid w:val="000D0248"/>
    <w:rsid w:val="000D1912"/>
    <w:rsid w:val="000D28E6"/>
    <w:rsid w:val="000D4BF5"/>
    <w:rsid w:val="000D52E5"/>
    <w:rsid w:val="000D6139"/>
    <w:rsid w:val="000D6EFB"/>
    <w:rsid w:val="000D7078"/>
    <w:rsid w:val="000D719E"/>
    <w:rsid w:val="000D7209"/>
    <w:rsid w:val="000D74DE"/>
    <w:rsid w:val="000D770F"/>
    <w:rsid w:val="000D7E1F"/>
    <w:rsid w:val="000E097F"/>
    <w:rsid w:val="000E1F5A"/>
    <w:rsid w:val="000E2B1E"/>
    <w:rsid w:val="000E33F3"/>
    <w:rsid w:val="000E3767"/>
    <w:rsid w:val="000E3CD9"/>
    <w:rsid w:val="000E3F70"/>
    <w:rsid w:val="000E426D"/>
    <w:rsid w:val="000E44B9"/>
    <w:rsid w:val="000E4A5F"/>
    <w:rsid w:val="000E5167"/>
    <w:rsid w:val="000E5208"/>
    <w:rsid w:val="000E5852"/>
    <w:rsid w:val="000E668F"/>
    <w:rsid w:val="000E6B80"/>
    <w:rsid w:val="000F02AF"/>
    <w:rsid w:val="000F0469"/>
    <w:rsid w:val="000F18CF"/>
    <w:rsid w:val="000F1BC9"/>
    <w:rsid w:val="000F42A0"/>
    <w:rsid w:val="000F4F01"/>
    <w:rsid w:val="000F6BC1"/>
    <w:rsid w:val="000F7CF2"/>
    <w:rsid w:val="0010349E"/>
    <w:rsid w:val="00104478"/>
    <w:rsid w:val="00105064"/>
    <w:rsid w:val="001059B9"/>
    <w:rsid w:val="0010607F"/>
    <w:rsid w:val="00106A76"/>
    <w:rsid w:val="00107F0A"/>
    <w:rsid w:val="00110CD9"/>
    <w:rsid w:val="00111382"/>
    <w:rsid w:val="00111455"/>
    <w:rsid w:val="001124F3"/>
    <w:rsid w:val="00112A28"/>
    <w:rsid w:val="001138E8"/>
    <w:rsid w:val="00114B02"/>
    <w:rsid w:val="00116992"/>
    <w:rsid w:val="00117130"/>
    <w:rsid w:val="0011779F"/>
    <w:rsid w:val="001201C9"/>
    <w:rsid w:val="00120A1A"/>
    <w:rsid w:val="00121A31"/>
    <w:rsid w:val="001224BE"/>
    <w:rsid w:val="001243D4"/>
    <w:rsid w:val="00124623"/>
    <w:rsid w:val="00124F6B"/>
    <w:rsid w:val="001258C7"/>
    <w:rsid w:val="00126384"/>
    <w:rsid w:val="0012667F"/>
    <w:rsid w:val="001269AB"/>
    <w:rsid w:val="001274AB"/>
    <w:rsid w:val="001274F9"/>
    <w:rsid w:val="001279BE"/>
    <w:rsid w:val="0013077E"/>
    <w:rsid w:val="00130DBA"/>
    <w:rsid w:val="00131E32"/>
    <w:rsid w:val="00132F38"/>
    <w:rsid w:val="0013308A"/>
    <w:rsid w:val="00133864"/>
    <w:rsid w:val="00134962"/>
    <w:rsid w:val="001355F4"/>
    <w:rsid w:val="0013579C"/>
    <w:rsid w:val="00136078"/>
    <w:rsid w:val="001362A2"/>
    <w:rsid w:val="00136B9F"/>
    <w:rsid w:val="0014023C"/>
    <w:rsid w:val="00141684"/>
    <w:rsid w:val="0014306A"/>
    <w:rsid w:val="0014338C"/>
    <w:rsid w:val="0014383C"/>
    <w:rsid w:val="00143C83"/>
    <w:rsid w:val="0014675C"/>
    <w:rsid w:val="00147A1F"/>
    <w:rsid w:val="00147B94"/>
    <w:rsid w:val="00150037"/>
    <w:rsid w:val="00150380"/>
    <w:rsid w:val="001506F3"/>
    <w:rsid w:val="001507D6"/>
    <w:rsid w:val="0015090F"/>
    <w:rsid w:val="00151467"/>
    <w:rsid w:val="0015164B"/>
    <w:rsid w:val="001517EE"/>
    <w:rsid w:val="00151C95"/>
    <w:rsid w:val="001522EA"/>
    <w:rsid w:val="00152328"/>
    <w:rsid w:val="001526D8"/>
    <w:rsid w:val="001531AE"/>
    <w:rsid w:val="00153DA5"/>
    <w:rsid w:val="00154BB0"/>
    <w:rsid w:val="00155421"/>
    <w:rsid w:val="00155B58"/>
    <w:rsid w:val="0015764C"/>
    <w:rsid w:val="001579AB"/>
    <w:rsid w:val="0016122E"/>
    <w:rsid w:val="001615ED"/>
    <w:rsid w:val="00161624"/>
    <w:rsid w:val="00164F43"/>
    <w:rsid w:val="001653A8"/>
    <w:rsid w:val="00165613"/>
    <w:rsid w:val="00170479"/>
    <w:rsid w:val="001705BF"/>
    <w:rsid w:val="00170DBB"/>
    <w:rsid w:val="0017397C"/>
    <w:rsid w:val="0017517C"/>
    <w:rsid w:val="0017555B"/>
    <w:rsid w:val="00176AF1"/>
    <w:rsid w:val="0017711B"/>
    <w:rsid w:val="0017774E"/>
    <w:rsid w:val="00177A65"/>
    <w:rsid w:val="00177F5B"/>
    <w:rsid w:val="00180112"/>
    <w:rsid w:val="00182828"/>
    <w:rsid w:val="00183D6D"/>
    <w:rsid w:val="00184A1A"/>
    <w:rsid w:val="00185469"/>
    <w:rsid w:val="0018555F"/>
    <w:rsid w:val="001861EF"/>
    <w:rsid w:val="00186ACB"/>
    <w:rsid w:val="001873CC"/>
    <w:rsid w:val="00187697"/>
    <w:rsid w:val="00191979"/>
    <w:rsid w:val="0019439B"/>
    <w:rsid w:val="0019513A"/>
    <w:rsid w:val="00195525"/>
    <w:rsid w:val="001968C3"/>
    <w:rsid w:val="00197227"/>
    <w:rsid w:val="001A0D46"/>
    <w:rsid w:val="001A121C"/>
    <w:rsid w:val="001A1A2B"/>
    <w:rsid w:val="001A1BB0"/>
    <w:rsid w:val="001A1E11"/>
    <w:rsid w:val="001A34A7"/>
    <w:rsid w:val="001A416E"/>
    <w:rsid w:val="001A43C1"/>
    <w:rsid w:val="001A5293"/>
    <w:rsid w:val="001A5F0A"/>
    <w:rsid w:val="001A6D85"/>
    <w:rsid w:val="001B06F9"/>
    <w:rsid w:val="001B086A"/>
    <w:rsid w:val="001B08C8"/>
    <w:rsid w:val="001B0B3C"/>
    <w:rsid w:val="001B0DA4"/>
    <w:rsid w:val="001B104E"/>
    <w:rsid w:val="001B12BA"/>
    <w:rsid w:val="001B3772"/>
    <w:rsid w:val="001B3F2B"/>
    <w:rsid w:val="001B6092"/>
    <w:rsid w:val="001B67B8"/>
    <w:rsid w:val="001B6D3A"/>
    <w:rsid w:val="001B6FA6"/>
    <w:rsid w:val="001B7296"/>
    <w:rsid w:val="001B7DEE"/>
    <w:rsid w:val="001B7F92"/>
    <w:rsid w:val="001C12D1"/>
    <w:rsid w:val="001C26F8"/>
    <w:rsid w:val="001C320A"/>
    <w:rsid w:val="001C3E4C"/>
    <w:rsid w:val="001C3F28"/>
    <w:rsid w:val="001C4D00"/>
    <w:rsid w:val="001C556B"/>
    <w:rsid w:val="001C5FBE"/>
    <w:rsid w:val="001C6099"/>
    <w:rsid w:val="001D0296"/>
    <w:rsid w:val="001D0BCF"/>
    <w:rsid w:val="001D0D60"/>
    <w:rsid w:val="001D13F6"/>
    <w:rsid w:val="001D1836"/>
    <w:rsid w:val="001D1C04"/>
    <w:rsid w:val="001D1E03"/>
    <w:rsid w:val="001D230C"/>
    <w:rsid w:val="001D3128"/>
    <w:rsid w:val="001D3680"/>
    <w:rsid w:val="001D379B"/>
    <w:rsid w:val="001D40C0"/>
    <w:rsid w:val="001D411F"/>
    <w:rsid w:val="001D4293"/>
    <w:rsid w:val="001D5578"/>
    <w:rsid w:val="001D5C13"/>
    <w:rsid w:val="001D5E1A"/>
    <w:rsid w:val="001D71C5"/>
    <w:rsid w:val="001E1CB6"/>
    <w:rsid w:val="001E1FAF"/>
    <w:rsid w:val="001E2C36"/>
    <w:rsid w:val="001E322D"/>
    <w:rsid w:val="001E4699"/>
    <w:rsid w:val="001E571C"/>
    <w:rsid w:val="001E5EBF"/>
    <w:rsid w:val="001E6053"/>
    <w:rsid w:val="001E684C"/>
    <w:rsid w:val="001F0105"/>
    <w:rsid w:val="001F0814"/>
    <w:rsid w:val="001F0C12"/>
    <w:rsid w:val="001F0CF7"/>
    <w:rsid w:val="001F2576"/>
    <w:rsid w:val="001F28E8"/>
    <w:rsid w:val="001F3026"/>
    <w:rsid w:val="001F3D68"/>
    <w:rsid w:val="001F432D"/>
    <w:rsid w:val="001F48AC"/>
    <w:rsid w:val="001F527D"/>
    <w:rsid w:val="001F6400"/>
    <w:rsid w:val="001F678F"/>
    <w:rsid w:val="001F76FB"/>
    <w:rsid w:val="001F7857"/>
    <w:rsid w:val="00200F1D"/>
    <w:rsid w:val="0020192E"/>
    <w:rsid w:val="00203911"/>
    <w:rsid w:val="002039CC"/>
    <w:rsid w:val="00204532"/>
    <w:rsid w:val="0020483C"/>
    <w:rsid w:val="00204A74"/>
    <w:rsid w:val="00204D0D"/>
    <w:rsid w:val="0020554F"/>
    <w:rsid w:val="00207EE2"/>
    <w:rsid w:val="00210494"/>
    <w:rsid w:val="0021067A"/>
    <w:rsid w:val="00211DE5"/>
    <w:rsid w:val="00212192"/>
    <w:rsid w:val="00212DD5"/>
    <w:rsid w:val="002130BC"/>
    <w:rsid w:val="00213C63"/>
    <w:rsid w:val="00213C9C"/>
    <w:rsid w:val="00215D23"/>
    <w:rsid w:val="00216382"/>
    <w:rsid w:val="00216BD6"/>
    <w:rsid w:val="00216DA1"/>
    <w:rsid w:val="00217F41"/>
    <w:rsid w:val="00220606"/>
    <w:rsid w:val="002219BF"/>
    <w:rsid w:val="0022286A"/>
    <w:rsid w:val="002231F5"/>
    <w:rsid w:val="00223D37"/>
    <w:rsid w:val="00223D5E"/>
    <w:rsid w:val="00224722"/>
    <w:rsid w:val="002253D4"/>
    <w:rsid w:val="00225F9A"/>
    <w:rsid w:val="00226009"/>
    <w:rsid w:val="0022662F"/>
    <w:rsid w:val="00230970"/>
    <w:rsid w:val="00230C45"/>
    <w:rsid w:val="00231319"/>
    <w:rsid w:val="00231BF7"/>
    <w:rsid w:val="00231CBE"/>
    <w:rsid w:val="00232571"/>
    <w:rsid w:val="00234F6E"/>
    <w:rsid w:val="00235769"/>
    <w:rsid w:val="00235E52"/>
    <w:rsid w:val="002360C4"/>
    <w:rsid w:val="00236230"/>
    <w:rsid w:val="00236351"/>
    <w:rsid w:val="00236EC1"/>
    <w:rsid w:val="00237BA6"/>
    <w:rsid w:val="00237E71"/>
    <w:rsid w:val="00240B4F"/>
    <w:rsid w:val="0024280E"/>
    <w:rsid w:val="00242966"/>
    <w:rsid w:val="00242DFC"/>
    <w:rsid w:val="00243CA6"/>
    <w:rsid w:val="00244955"/>
    <w:rsid w:val="00244E18"/>
    <w:rsid w:val="0024517B"/>
    <w:rsid w:val="002456E6"/>
    <w:rsid w:val="00245895"/>
    <w:rsid w:val="002458B8"/>
    <w:rsid w:val="002467F7"/>
    <w:rsid w:val="00246DEC"/>
    <w:rsid w:val="00247080"/>
    <w:rsid w:val="0025016C"/>
    <w:rsid w:val="00250967"/>
    <w:rsid w:val="00251093"/>
    <w:rsid w:val="002516CF"/>
    <w:rsid w:val="00251DE5"/>
    <w:rsid w:val="00252EBD"/>
    <w:rsid w:val="00252F86"/>
    <w:rsid w:val="00253A0C"/>
    <w:rsid w:val="00253FB6"/>
    <w:rsid w:val="0025440D"/>
    <w:rsid w:val="002563A0"/>
    <w:rsid w:val="00256B10"/>
    <w:rsid w:val="002570E0"/>
    <w:rsid w:val="0025782C"/>
    <w:rsid w:val="00260A61"/>
    <w:rsid w:val="00262027"/>
    <w:rsid w:val="00262A45"/>
    <w:rsid w:val="00263AA8"/>
    <w:rsid w:val="00264117"/>
    <w:rsid w:val="002646AE"/>
    <w:rsid w:val="00265AC4"/>
    <w:rsid w:val="00265CFC"/>
    <w:rsid w:val="00266483"/>
    <w:rsid w:val="00266A5B"/>
    <w:rsid w:val="00267A5D"/>
    <w:rsid w:val="00267BC1"/>
    <w:rsid w:val="00270370"/>
    <w:rsid w:val="002716D2"/>
    <w:rsid w:val="00271CF4"/>
    <w:rsid w:val="00273998"/>
    <w:rsid w:val="0027544C"/>
    <w:rsid w:val="00275828"/>
    <w:rsid w:val="00275D3C"/>
    <w:rsid w:val="0027647D"/>
    <w:rsid w:val="00276DCB"/>
    <w:rsid w:val="00276F5F"/>
    <w:rsid w:val="00280A05"/>
    <w:rsid w:val="00280A43"/>
    <w:rsid w:val="00282835"/>
    <w:rsid w:val="00282876"/>
    <w:rsid w:val="00282B71"/>
    <w:rsid w:val="00283E0A"/>
    <w:rsid w:val="00285E76"/>
    <w:rsid w:val="00287CC0"/>
    <w:rsid w:val="00287E40"/>
    <w:rsid w:val="0029096B"/>
    <w:rsid w:val="00290DC2"/>
    <w:rsid w:val="00291E34"/>
    <w:rsid w:val="00292683"/>
    <w:rsid w:val="002929E2"/>
    <w:rsid w:val="00294EDD"/>
    <w:rsid w:val="00294FB2"/>
    <w:rsid w:val="002959D4"/>
    <w:rsid w:val="00296D5C"/>
    <w:rsid w:val="0029783A"/>
    <w:rsid w:val="00297FCF"/>
    <w:rsid w:val="002A00D1"/>
    <w:rsid w:val="002A0748"/>
    <w:rsid w:val="002A0934"/>
    <w:rsid w:val="002A0A86"/>
    <w:rsid w:val="002A0B87"/>
    <w:rsid w:val="002A0C68"/>
    <w:rsid w:val="002A0E06"/>
    <w:rsid w:val="002A0EDA"/>
    <w:rsid w:val="002A2A32"/>
    <w:rsid w:val="002A3682"/>
    <w:rsid w:val="002A3957"/>
    <w:rsid w:val="002A66EA"/>
    <w:rsid w:val="002A6EE4"/>
    <w:rsid w:val="002A7283"/>
    <w:rsid w:val="002A77DC"/>
    <w:rsid w:val="002A7F86"/>
    <w:rsid w:val="002B0E81"/>
    <w:rsid w:val="002B1998"/>
    <w:rsid w:val="002B1C26"/>
    <w:rsid w:val="002B1E57"/>
    <w:rsid w:val="002B2116"/>
    <w:rsid w:val="002B377C"/>
    <w:rsid w:val="002B3F38"/>
    <w:rsid w:val="002B4ABB"/>
    <w:rsid w:val="002B4F38"/>
    <w:rsid w:val="002B5B90"/>
    <w:rsid w:val="002B6772"/>
    <w:rsid w:val="002B734B"/>
    <w:rsid w:val="002B783D"/>
    <w:rsid w:val="002C095E"/>
    <w:rsid w:val="002C11F1"/>
    <w:rsid w:val="002C1493"/>
    <w:rsid w:val="002C158C"/>
    <w:rsid w:val="002C29A9"/>
    <w:rsid w:val="002C2BD0"/>
    <w:rsid w:val="002C2E58"/>
    <w:rsid w:val="002C44BD"/>
    <w:rsid w:val="002C4C42"/>
    <w:rsid w:val="002C5B03"/>
    <w:rsid w:val="002C643F"/>
    <w:rsid w:val="002C720C"/>
    <w:rsid w:val="002D0090"/>
    <w:rsid w:val="002D10DE"/>
    <w:rsid w:val="002D1920"/>
    <w:rsid w:val="002D29CB"/>
    <w:rsid w:val="002D3295"/>
    <w:rsid w:val="002D4276"/>
    <w:rsid w:val="002D5167"/>
    <w:rsid w:val="002D51D8"/>
    <w:rsid w:val="002D624F"/>
    <w:rsid w:val="002D6CDB"/>
    <w:rsid w:val="002D793C"/>
    <w:rsid w:val="002D7BAD"/>
    <w:rsid w:val="002E004F"/>
    <w:rsid w:val="002E0A1E"/>
    <w:rsid w:val="002E23C3"/>
    <w:rsid w:val="002E277F"/>
    <w:rsid w:val="002E3257"/>
    <w:rsid w:val="002E4FF0"/>
    <w:rsid w:val="002E5062"/>
    <w:rsid w:val="002E720A"/>
    <w:rsid w:val="002F10B8"/>
    <w:rsid w:val="002F2971"/>
    <w:rsid w:val="002F614E"/>
    <w:rsid w:val="002F6296"/>
    <w:rsid w:val="002F69EA"/>
    <w:rsid w:val="002F6D71"/>
    <w:rsid w:val="003007C1"/>
    <w:rsid w:val="00300E90"/>
    <w:rsid w:val="00300F60"/>
    <w:rsid w:val="00301223"/>
    <w:rsid w:val="00301ABC"/>
    <w:rsid w:val="00301C76"/>
    <w:rsid w:val="003020A6"/>
    <w:rsid w:val="003047EA"/>
    <w:rsid w:val="00304FC3"/>
    <w:rsid w:val="00306DDD"/>
    <w:rsid w:val="00306F15"/>
    <w:rsid w:val="00307CC4"/>
    <w:rsid w:val="00310402"/>
    <w:rsid w:val="003106BA"/>
    <w:rsid w:val="00311C59"/>
    <w:rsid w:val="00311F88"/>
    <w:rsid w:val="00312065"/>
    <w:rsid w:val="003123F2"/>
    <w:rsid w:val="00313C0E"/>
    <w:rsid w:val="003148B1"/>
    <w:rsid w:val="0031555F"/>
    <w:rsid w:val="00315A75"/>
    <w:rsid w:val="003170BD"/>
    <w:rsid w:val="003206B4"/>
    <w:rsid w:val="0032094C"/>
    <w:rsid w:val="00320E6F"/>
    <w:rsid w:val="0032105A"/>
    <w:rsid w:val="003220A1"/>
    <w:rsid w:val="003236AC"/>
    <w:rsid w:val="00323C39"/>
    <w:rsid w:val="00324585"/>
    <w:rsid w:val="003255AD"/>
    <w:rsid w:val="003258E2"/>
    <w:rsid w:val="0032602B"/>
    <w:rsid w:val="00327B8A"/>
    <w:rsid w:val="00327EBB"/>
    <w:rsid w:val="00331804"/>
    <w:rsid w:val="00331AC8"/>
    <w:rsid w:val="00331CEB"/>
    <w:rsid w:val="00333425"/>
    <w:rsid w:val="0033346D"/>
    <w:rsid w:val="00333D04"/>
    <w:rsid w:val="00334110"/>
    <w:rsid w:val="00334AAA"/>
    <w:rsid w:val="00334AB9"/>
    <w:rsid w:val="00334DD3"/>
    <w:rsid w:val="0033502E"/>
    <w:rsid w:val="0033506D"/>
    <w:rsid w:val="00335226"/>
    <w:rsid w:val="0033523F"/>
    <w:rsid w:val="003359F4"/>
    <w:rsid w:val="00335B20"/>
    <w:rsid w:val="00336B64"/>
    <w:rsid w:val="00336D77"/>
    <w:rsid w:val="00337E8B"/>
    <w:rsid w:val="0034111F"/>
    <w:rsid w:val="00341637"/>
    <w:rsid w:val="0034298A"/>
    <w:rsid w:val="00343303"/>
    <w:rsid w:val="00343C47"/>
    <w:rsid w:val="00344AB7"/>
    <w:rsid w:val="00345224"/>
    <w:rsid w:val="003452E8"/>
    <w:rsid w:val="00345683"/>
    <w:rsid w:val="003468B4"/>
    <w:rsid w:val="00346979"/>
    <w:rsid w:val="00346CE2"/>
    <w:rsid w:val="003501AE"/>
    <w:rsid w:val="003502B8"/>
    <w:rsid w:val="0035032A"/>
    <w:rsid w:val="00350CBB"/>
    <w:rsid w:val="003513F9"/>
    <w:rsid w:val="003515D4"/>
    <w:rsid w:val="0035211A"/>
    <w:rsid w:val="00352F57"/>
    <w:rsid w:val="00353489"/>
    <w:rsid w:val="0035361A"/>
    <w:rsid w:val="0035440F"/>
    <w:rsid w:val="003544CE"/>
    <w:rsid w:val="00354BD4"/>
    <w:rsid w:val="00355629"/>
    <w:rsid w:val="00355D20"/>
    <w:rsid w:val="00355E5B"/>
    <w:rsid w:val="003561D1"/>
    <w:rsid w:val="00357079"/>
    <w:rsid w:val="003573C0"/>
    <w:rsid w:val="00357832"/>
    <w:rsid w:val="00357EF1"/>
    <w:rsid w:val="00360A99"/>
    <w:rsid w:val="003635A6"/>
    <w:rsid w:val="00364587"/>
    <w:rsid w:val="003654D1"/>
    <w:rsid w:val="003659A3"/>
    <w:rsid w:val="00365BA6"/>
    <w:rsid w:val="00366066"/>
    <w:rsid w:val="00366484"/>
    <w:rsid w:val="0036718C"/>
    <w:rsid w:val="0036732C"/>
    <w:rsid w:val="00370A4E"/>
    <w:rsid w:val="0037178B"/>
    <w:rsid w:val="003718C7"/>
    <w:rsid w:val="00371938"/>
    <w:rsid w:val="00372653"/>
    <w:rsid w:val="00373F0A"/>
    <w:rsid w:val="00374E3C"/>
    <w:rsid w:val="003766CC"/>
    <w:rsid w:val="003767A2"/>
    <w:rsid w:val="00376A7F"/>
    <w:rsid w:val="00376FCF"/>
    <w:rsid w:val="00377792"/>
    <w:rsid w:val="00377CF9"/>
    <w:rsid w:val="00380821"/>
    <w:rsid w:val="003816EF"/>
    <w:rsid w:val="00381943"/>
    <w:rsid w:val="00382BDB"/>
    <w:rsid w:val="00383B8B"/>
    <w:rsid w:val="00386971"/>
    <w:rsid w:val="00387C98"/>
    <w:rsid w:val="003920A4"/>
    <w:rsid w:val="00392398"/>
    <w:rsid w:val="00393407"/>
    <w:rsid w:val="003A0A55"/>
    <w:rsid w:val="003A2FFC"/>
    <w:rsid w:val="003A45F9"/>
    <w:rsid w:val="003A5739"/>
    <w:rsid w:val="003A57C1"/>
    <w:rsid w:val="003A5DDF"/>
    <w:rsid w:val="003A5E4D"/>
    <w:rsid w:val="003A6EC4"/>
    <w:rsid w:val="003A6F20"/>
    <w:rsid w:val="003A704F"/>
    <w:rsid w:val="003A70D4"/>
    <w:rsid w:val="003A72A4"/>
    <w:rsid w:val="003A7AC6"/>
    <w:rsid w:val="003B0147"/>
    <w:rsid w:val="003B0B85"/>
    <w:rsid w:val="003B236B"/>
    <w:rsid w:val="003B401B"/>
    <w:rsid w:val="003B4233"/>
    <w:rsid w:val="003B4673"/>
    <w:rsid w:val="003B4BAC"/>
    <w:rsid w:val="003B7567"/>
    <w:rsid w:val="003C025F"/>
    <w:rsid w:val="003C07C4"/>
    <w:rsid w:val="003C3170"/>
    <w:rsid w:val="003C3FE1"/>
    <w:rsid w:val="003C5B9D"/>
    <w:rsid w:val="003C5C8D"/>
    <w:rsid w:val="003C6A43"/>
    <w:rsid w:val="003C7848"/>
    <w:rsid w:val="003D00BD"/>
    <w:rsid w:val="003D01CD"/>
    <w:rsid w:val="003D0A60"/>
    <w:rsid w:val="003D0B17"/>
    <w:rsid w:val="003D1059"/>
    <w:rsid w:val="003D1061"/>
    <w:rsid w:val="003D1EEA"/>
    <w:rsid w:val="003D3532"/>
    <w:rsid w:val="003D49A2"/>
    <w:rsid w:val="003D4ABB"/>
    <w:rsid w:val="003D4B4C"/>
    <w:rsid w:val="003D4CF4"/>
    <w:rsid w:val="003D4E5C"/>
    <w:rsid w:val="003E0028"/>
    <w:rsid w:val="003E070C"/>
    <w:rsid w:val="003E08F5"/>
    <w:rsid w:val="003E0EBB"/>
    <w:rsid w:val="003E1B8B"/>
    <w:rsid w:val="003E1D9F"/>
    <w:rsid w:val="003E261E"/>
    <w:rsid w:val="003E3B61"/>
    <w:rsid w:val="003E43C9"/>
    <w:rsid w:val="003E4426"/>
    <w:rsid w:val="003E5181"/>
    <w:rsid w:val="003E5C0D"/>
    <w:rsid w:val="003F0458"/>
    <w:rsid w:val="003F2041"/>
    <w:rsid w:val="003F26C5"/>
    <w:rsid w:val="003F2777"/>
    <w:rsid w:val="003F2B81"/>
    <w:rsid w:val="003F2CE3"/>
    <w:rsid w:val="003F3704"/>
    <w:rsid w:val="003F3C67"/>
    <w:rsid w:val="003F3F8D"/>
    <w:rsid w:val="003F4077"/>
    <w:rsid w:val="003F4B04"/>
    <w:rsid w:val="003F57C1"/>
    <w:rsid w:val="003F5999"/>
    <w:rsid w:val="003F5B65"/>
    <w:rsid w:val="003F5D25"/>
    <w:rsid w:val="003F6D61"/>
    <w:rsid w:val="003F7FC2"/>
    <w:rsid w:val="0040037D"/>
    <w:rsid w:val="0040141D"/>
    <w:rsid w:val="00401532"/>
    <w:rsid w:val="00402564"/>
    <w:rsid w:val="0040327E"/>
    <w:rsid w:val="00403FFA"/>
    <w:rsid w:val="00404353"/>
    <w:rsid w:val="00404574"/>
    <w:rsid w:val="00404D2D"/>
    <w:rsid w:val="00405271"/>
    <w:rsid w:val="00406647"/>
    <w:rsid w:val="00406BF7"/>
    <w:rsid w:val="0040750F"/>
    <w:rsid w:val="00407E4F"/>
    <w:rsid w:val="004110D3"/>
    <w:rsid w:val="004110F6"/>
    <w:rsid w:val="00411734"/>
    <w:rsid w:val="00412618"/>
    <w:rsid w:val="00413686"/>
    <w:rsid w:val="0041380C"/>
    <w:rsid w:val="00414383"/>
    <w:rsid w:val="00414D63"/>
    <w:rsid w:val="00416D05"/>
    <w:rsid w:val="004208F0"/>
    <w:rsid w:val="00420972"/>
    <w:rsid w:val="00420EA5"/>
    <w:rsid w:val="004221D3"/>
    <w:rsid w:val="004227CB"/>
    <w:rsid w:val="00422DE2"/>
    <w:rsid w:val="004233A6"/>
    <w:rsid w:val="004239FA"/>
    <w:rsid w:val="00423DFA"/>
    <w:rsid w:val="00423F83"/>
    <w:rsid w:val="004240FC"/>
    <w:rsid w:val="004245C9"/>
    <w:rsid w:val="004246C5"/>
    <w:rsid w:val="00425CF7"/>
    <w:rsid w:val="00425D82"/>
    <w:rsid w:val="00426547"/>
    <w:rsid w:val="00426927"/>
    <w:rsid w:val="00426B25"/>
    <w:rsid w:val="00430067"/>
    <w:rsid w:val="004307A1"/>
    <w:rsid w:val="00430F41"/>
    <w:rsid w:val="00431C31"/>
    <w:rsid w:val="00431DCA"/>
    <w:rsid w:val="00432801"/>
    <w:rsid w:val="004361BE"/>
    <w:rsid w:val="00436446"/>
    <w:rsid w:val="0043705A"/>
    <w:rsid w:val="00437384"/>
    <w:rsid w:val="0043771D"/>
    <w:rsid w:val="0043775A"/>
    <w:rsid w:val="00437EBF"/>
    <w:rsid w:val="004404A9"/>
    <w:rsid w:val="00440798"/>
    <w:rsid w:val="004420DC"/>
    <w:rsid w:val="00442541"/>
    <w:rsid w:val="0044274B"/>
    <w:rsid w:val="0044280C"/>
    <w:rsid w:val="00442DC3"/>
    <w:rsid w:val="00442DE2"/>
    <w:rsid w:val="00442E0C"/>
    <w:rsid w:val="004436C6"/>
    <w:rsid w:val="0044413C"/>
    <w:rsid w:val="00444BB3"/>
    <w:rsid w:val="00445116"/>
    <w:rsid w:val="00446CD2"/>
    <w:rsid w:val="004471A1"/>
    <w:rsid w:val="00447ECA"/>
    <w:rsid w:val="00450159"/>
    <w:rsid w:val="0045031A"/>
    <w:rsid w:val="00451633"/>
    <w:rsid w:val="004521A6"/>
    <w:rsid w:val="0045265E"/>
    <w:rsid w:val="00452F99"/>
    <w:rsid w:val="00452FF6"/>
    <w:rsid w:val="00453E2A"/>
    <w:rsid w:val="00454545"/>
    <w:rsid w:val="004547FA"/>
    <w:rsid w:val="00456AA9"/>
    <w:rsid w:val="00456C81"/>
    <w:rsid w:val="00457104"/>
    <w:rsid w:val="00457779"/>
    <w:rsid w:val="004578D2"/>
    <w:rsid w:val="0046008B"/>
    <w:rsid w:val="004605E0"/>
    <w:rsid w:val="00460BAD"/>
    <w:rsid w:val="0046106E"/>
    <w:rsid w:val="004610B2"/>
    <w:rsid w:val="004611FE"/>
    <w:rsid w:val="004614EF"/>
    <w:rsid w:val="00461AF8"/>
    <w:rsid w:val="00461B85"/>
    <w:rsid w:val="00461DC4"/>
    <w:rsid w:val="004621F8"/>
    <w:rsid w:val="00463745"/>
    <w:rsid w:val="00463B9F"/>
    <w:rsid w:val="004642FE"/>
    <w:rsid w:val="00465EAE"/>
    <w:rsid w:val="004672E1"/>
    <w:rsid w:val="00467EF8"/>
    <w:rsid w:val="0047032F"/>
    <w:rsid w:val="00470AFE"/>
    <w:rsid w:val="00470C32"/>
    <w:rsid w:val="0047139C"/>
    <w:rsid w:val="00473EBE"/>
    <w:rsid w:val="00474901"/>
    <w:rsid w:val="0047497B"/>
    <w:rsid w:val="004758EF"/>
    <w:rsid w:val="00477105"/>
    <w:rsid w:val="0047761B"/>
    <w:rsid w:val="00480A6B"/>
    <w:rsid w:val="0048185E"/>
    <w:rsid w:val="00481887"/>
    <w:rsid w:val="00483C2F"/>
    <w:rsid w:val="004840F6"/>
    <w:rsid w:val="00485403"/>
    <w:rsid w:val="00486027"/>
    <w:rsid w:val="0048643D"/>
    <w:rsid w:val="0048698A"/>
    <w:rsid w:val="004913B2"/>
    <w:rsid w:val="00491412"/>
    <w:rsid w:val="00492723"/>
    <w:rsid w:val="0049274B"/>
    <w:rsid w:val="00492E3F"/>
    <w:rsid w:val="004930CF"/>
    <w:rsid w:val="00494652"/>
    <w:rsid w:val="004957C7"/>
    <w:rsid w:val="004960F6"/>
    <w:rsid w:val="004965A1"/>
    <w:rsid w:val="004966A5"/>
    <w:rsid w:val="00496AAB"/>
    <w:rsid w:val="00496D94"/>
    <w:rsid w:val="00497A64"/>
    <w:rsid w:val="004A071C"/>
    <w:rsid w:val="004A0731"/>
    <w:rsid w:val="004A07BD"/>
    <w:rsid w:val="004A1932"/>
    <w:rsid w:val="004A1E71"/>
    <w:rsid w:val="004A2224"/>
    <w:rsid w:val="004A28DF"/>
    <w:rsid w:val="004A2F99"/>
    <w:rsid w:val="004A38A8"/>
    <w:rsid w:val="004A419A"/>
    <w:rsid w:val="004A4BD6"/>
    <w:rsid w:val="004A4C12"/>
    <w:rsid w:val="004A530D"/>
    <w:rsid w:val="004A6263"/>
    <w:rsid w:val="004A6799"/>
    <w:rsid w:val="004A68FD"/>
    <w:rsid w:val="004A729C"/>
    <w:rsid w:val="004A7E39"/>
    <w:rsid w:val="004B14BB"/>
    <w:rsid w:val="004B1588"/>
    <w:rsid w:val="004B1AA9"/>
    <w:rsid w:val="004B1F1A"/>
    <w:rsid w:val="004B2DE8"/>
    <w:rsid w:val="004B3E30"/>
    <w:rsid w:val="004B4581"/>
    <w:rsid w:val="004B4C5D"/>
    <w:rsid w:val="004B57BA"/>
    <w:rsid w:val="004B64BF"/>
    <w:rsid w:val="004B7442"/>
    <w:rsid w:val="004C0025"/>
    <w:rsid w:val="004C005E"/>
    <w:rsid w:val="004C044F"/>
    <w:rsid w:val="004C2A5E"/>
    <w:rsid w:val="004C44F4"/>
    <w:rsid w:val="004C468C"/>
    <w:rsid w:val="004C5727"/>
    <w:rsid w:val="004C5AD6"/>
    <w:rsid w:val="004C5CB5"/>
    <w:rsid w:val="004C6369"/>
    <w:rsid w:val="004C66FF"/>
    <w:rsid w:val="004C67CF"/>
    <w:rsid w:val="004C6D63"/>
    <w:rsid w:val="004D144E"/>
    <w:rsid w:val="004D165B"/>
    <w:rsid w:val="004D175D"/>
    <w:rsid w:val="004D1A0E"/>
    <w:rsid w:val="004D2423"/>
    <w:rsid w:val="004D25F2"/>
    <w:rsid w:val="004D2897"/>
    <w:rsid w:val="004D2A38"/>
    <w:rsid w:val="004D4DA5"/>
    <w:rsid w:val="004D54C0"/>
    <w:rsid w:val="004D70DE"/>
    <w:rsid w:val="004D76ED"/>
    <w:rsid w:val="004E00FB"/>
    <w:rsid w:val="004E0B79"/>
    <w:rsid w:val="004E1018"/>
    <w:rsid w:val="004E1188"/>
    <w:rsid w:val="004E1318"/>
    <w:rsid w:val="004E387D"/>
    <w:rsid w:val="004E451A"/>
    <w:rsid w:val="004E4D13"/>
    <w:rsid w:val="004E5654"/>
    <w:rsid w:val="004E59D6"/>
    <w:rsid w:val="004E70C3"/>
    <w:rsid w:val="004E7D16"/>
    <w:rsid w:val="004E7F72"/>
    <w:rsid w:val="004F07B0"/>
    <w:rsid w:val="004F0B76"/>
    <w:rsid w:val="004F2547"/>
    <w:rsid w:val="004F2575"/>
    <w:rsid w:val="004F4AA0"/>
    <w:rsid w:val="004F5168"/>
    <w:rsid w:val="004F52F9"/>
    <w:rsid w:val="005012D0"/>
    <w:rsid w:val="00502A6C"/>
    <w:rsid w:val="00502DD4"/>
    <w:rsid w:val="00502F68"/>
    <w:rsid w:val="005034EC"/>
    <w:rsid w:val="00503C46"/>
    <w:rsid w:val="00503D57"/>
    <w:rsid w:val="00503F00"/>
    <w:rsid w:val="0050467C"/>
    <w:rsid w:val="00504957"/>
    <w:rsid w:val="00504DA0"/>
    <w:rsid w:val="00504DEB"/>
    <w:rsid w:val="00504E6E"/>
    <w:rsid w:val="00506230"/>
    <w:rsid w:val="0050659C"/>
    <w:rsid w:val="00507BD2"/>
    <w:rsid w:val="0051061B"/>
    <w:rsid w:val="00510745"/>
    <w:rsid w:val="00510E7E"/>
    <w:rsid w:val="00511F1E"/>
    <w:rsid w:val="00512073"/>
    <w:rsid w:val="005120BF"/>
    <w:rsid w:val="00513908"/>
    <w:rsid w:val="00513B74"/>
    <w:rsid w:val="005141F8"/>
    <w:rsid w:val="00514ED8"/>
    <w:rsid w:val="0051538A"/>
    <w:rsid w:val="00515EEC"/>
    <w:rsid w:val="00516E70"/>
    <w:rsid w:val="005174FC"/>
    <w:rsid w:val="005215CC"/>
    <w:rsid w:val="00521B9D"/>
    <w:rsid w:val="00526822"/>
    <w:rsid w:val="005279E1"/>
    <w:rsid w:val="00530812"/>
    <w:rsid w:val="00531A10"/>
    <w:rsid w:val="00532CA7"/>
    <w:rsid w:val="00533B2C"/>
    <w:rsid w:val="005343F3"/>
    <w:rsid w:val="00534603"/>
    <w:rsid w:val="00534781"/>
    <w:rsid w:val="00534CD1"/>
    <w:rsid w:val="00534E03"/>
    <w:rsid w:val="00535262"/>
    <w:rsid w:val="005357BC"/>
    <w:rsid w:val="0053652E"/>
    <w:rsid w:val="005368BF"/>
    <w:rsid w:val="005368D1"/>
    <w:rsid w:val="00536F2C"/>
    <w:rsid w:val="00536F99"/>
    <w:rsid w:val="00537B40"/>
    <w:rsid w:val="005406BE"/>
    <w:rsid w:val="00541A12"/>
    <w:rsid w:val="0054252E"/>
    <w:rsid w:val="005430F7"/>
    <w:rsid w:val="00543FD3"/>
    <w:rsid w:val="00544A12"/>
    <w:rsid w:val="005454E0"/>
    <w:rsid w:val="00545618"/>
    <w:rsid w:val="005478CB"/>
    <w:rsid w:val="005509AC"/>
    <w:rsid w:val="005510E8"/>
    <w:rsid w:val="00551E23"/>
    <w:rsid w:val="0055232D"/>
    <w:rsid w:val="00553BA1"/>
    <w:rsid w:val="005555D6"/>
    <w:rsid w:val="005560B2"/>
    <w:rsid w:val="00556230"/>
    <w:rsid w:val="00557409"/>
    <w:rsid w:val="00557B2C"/>
    <w:rsid w:val="0056021D"/>
    <w:rsid w:val="00560402"/>
    <w:rsid w:val="00560D81"/>
    <w:rsid w:val="00560E2B"/>
    <w:rsid w:val="0056166E"/>
    <w:rsid w:val="00561BB5"/>
    <w:rsid w:val="00562B5F"/>
    <w:rsid w:val="00562E7A"/>
    <w:rsid w:val="00562F65"/>
    <w:rsid w:val="0056383F"/>
    <w:rsid w:val="00563D5B"/>
    <w:rsid w:val="00564E2D"/>
    <w:rsid w:val="005664A3"/>
    <w:rsid w:val="00566E44"/>
    <w:rsid w:val="00567749"/>
    <w:rsid w:val="00570100"/>
    <w:rsid w:val="00570136"/>
    <w:rsid w:val="00571E69"/>
    <w:rsid w:val="0057238B"/>
    <w:rsid w:val="00573086"/>
    <w:rsid w:val="005731CB"/>
    <w:rsid w:val="00573FE1"/>
    <w:rsid w:val="005741DE"/>
    <w:rsid w:val="005744B7"/>
    <w:rsid w:val="00574CE7"/>
    <w:rsid w:val="00575284"/>
    <w:rsid w:val="00576555"/>
    <w:rsid w:val="00577965"/>
    <w:rsid w:val="00580279"/>
    <w:rsid w:val="005802B8"/>
    <w:rsid w:val="00581634"/>
    <w:rsid w:val="00581738"/>
    <w:rsid w:val="00583D9D"/>
    <w:rsid w:val="0058442B"/>
    <w:rsid w:val="00584495"/>
    <w:rsid w:val="00584C51"/>
    <w:rsid w:val="00585D47"/>
    <w:rsid w:val="00586189"/>
    <w:rsid w:val="00586B1F"/>
    <w:rsid w:val="00586EAC"/>
    <w:rsid w:val="00587356"/>
    <w:rsid w:val="00590635"/>
    <w:rsid w:val="0059081E"/>
    <w:rsid w:val="00591229"/>
    <w:rsid w:val="005925FA"/>
    <w:rsid w:val="00592FD0"/>
    <w:rsid w:val="00594557"/>
    <w:rsid w:val="00594C7F"/>
    <w:rsid w:val="0059679D"/>
    <w:rsid w:val="00596A19"/>
    <w:rsid w:val="00596B65"/>
    <w:rsid w:val="00596C97"/>
    <w:rsid w:val="00597AA1"/>
    <w:rsid w:val="005A01AC"/>
    <w:rsid w:val="005A036E"/>
    <w:rsid w:val="005A197C"/>
    <w:rsid w:val="005A1D14"/>
    <w:rsid w:val="005A240F"/>
    <w:rsid w:val="005A3185"/>
    <w:rsid w:val="005A323D"/>
    <w:rsid w:val="005A34DE"/>
    <w:rsid w:val="005A39FC"/>
    <w:rsid w:val="005A3F82"/>
    <w:rsid w:val="005A6B47"/>
    <w:rsid w:val="005A7678"/>
    <w:rsid w:val="005A77B4"/>
    <w:rsid w:val="005A7C5A"/>
    <w:rsid w:val="005B02FB"/>
    <w:rsid w:val="005B168D"/>
    <w:rsid w:val="005B1DF6"/>
    <w:rsid w:val="005B277B"/>
    <w:rsid w:val="005B3414"/>
    <w:rsid w:val="005B36F2"/>
    <w:rsid w:val="005B3CF4"/>
    <w:rsid w:val="005B43C9"/>
    <w:rsid w:val="005B557E"/>
    <w:rsid w:val="005B6DDC"/>
    <w:rsid w:val="005B7DAB"/>
    <w:rsid w:val="005C0C92"/>
    <w:rsid w:val="005C16FC"/>
    <w:rsid w:val="005C305E"/>
    <w:rsid w:val="005C3D63"/>
    <w:rsid w:val="005C4053"/>
    <w:rsid w:val="005C442E"/>
    <w:rsid w:val="005C448B"/>
    <w:rsid w:val="005C47D8"/>
    <w:rsid w:val="005C4C82"/>
    <w:rsid w:val="005C5BB6"/>
    <w:rsid w:val="005C6BAD"/>
    <w:rsid w:val="005C6CE2"/>
    <w:rsid w:val="005C6F1B"/>
    <w:rsid w:val="005C7062"/>
    <w:rsid w:val="005D087A"/>
    <w:rsid w:val="005D161D"/>
    <w:rsid w:val="005D449F"/>
    <w:rsid w:val="005D5237"/>
    <w:rsid w:val="005D59AE"/>
    <w:rsid w:val="005D6034"/>
    <w:rsid w:val="005D64F8"/>
    <w:rsid w:val="005D7976"/>
    <w:rsid w:val="005E0611"/>
    <w:rsid w:val="005E0F7A"/>
    <w:rsid w:val="005E1C62"/>
    <w:rsid w:val="005E2272"/>
    <w:rsid w:val="005E27FD"/>
    <w:rsid w:val="005E2BD4"/>
    <w:rsid w:val="005E3CD8"/>
    <w:rsid w:val="005E3F14"/>
    <w:rsid w:val="005E49DE"/>
    <w:rsid w:val="005E51CB"/>
    <w:rsid w:val="005E5649"/>
    <w:rsid w:val="005E565E"/>
    <w:rsid w:val="005E5BDF"/>
    <w:rsid w:val="005E5CE2"/>
    <w:rsid w:val="005E6448"/>
    <w:rsid w:val="005E66BB"/>
    <w:rsid w:val="005E6D66"/>
    <w:rsid w:val="005E6FC1"/>
    <w:rsid w:val="005E6FEA"/>
    <w:rsid w:val="005E771F"/>
    <w:rsid w:val="005E7F72"/>
    <w:rsid w:val="005F0EBC"/>
    <w:rsid w:val="005F114B"/>
    <w:rsid w:val="005F1883"/>
    <w:rsid w:val="005F2423"/>
    <w:rsid w:val="005F2B3E"/>
    <w:rsid w:val="005F2D3D"/>
    <w:rsid w:val="005F4020"/>
    <w:rsid w:val="005F4561"/>
    <w:rsid w:val="005F47DA"/>
    <w:rsid w:val="005F4D4C"/>
    <w:rsid w:val="005F4F2F"/>
    <w:rsid w:val="005F5227"/>
    <w:rsid w:val="005F5888"/>
    <w:rsid w:val="005F60F4"/>
    <w:rsid w:val="005F644E"/>
    <w:rsid w:val="005F6F11"/>
    <w:rsid w:val="005F74C0"/>
    <w:rsid w:val="005F75EB"/>
    <w:rsid w:val="006001F2"/>
    <w:rsid w:val="00601125"/>
    <w:rsid w:val="0060386C"/>
    <w:rsid w:val="00603A38"/>
    <w:rsid w:val="00604D6A"/>
    <w:rsid w:val="00607039"/>
    <w:rsid w:val="00607CBA"/>
    <w:rsid w:val="00610C17"/>
    <w:rsid w:val="00611732"/>
    <w:rsid w:val="00615689"/>
    <w:rsid w:val="00615D8E"/>
    <w:rsid w:val="00616F95"/>
    <w:rsid w:val="006172C6"/>
    <w:rsid w:val="00620ACA"/>
    <w:rsid w:val="00621031"/>
    <w:rsid w:val="00621576"/>
    <w:rsid w:val="00621D37"/>
    <w:rsid w:val="00621FA1"/>
    <w:rsid w:val="0062254D"/>
    <w:rsid w:val="0062322F"/>
    <w:rsid w:val="00623B02"/>
    <w:rsid w:val="00623BEB"/>
    <w:rsid w:val="006245B2"/>
    <w:rsid w:val="00624AA4"/>
    <w:rsid w:val="00624C4D"/>
    <w:rsid w:val="00625415"/>
    <w:rsid w:val="00625774"/>
    <w:rsid w:val="00625F6E"/>
    <w:rsid w:val="00626A14"/>
    <w:rsid w:val="00626A8C"/>
    <w:rsid w:val="00627579"/>
    <w:rsid w:val="006278E3"/>
    <w:rsid w:val="0063018A"/>
    <w:rsid w:val="00630494"/>
    <w:rsid w:val="0063061F"/>
    <w:rsid w:val="0063184C"/>
    <w:rsid w:val="00632A93"/>
    <w:rsid w:val="0063390E"/>
    <w:rsid w:val="0063401F"/>
    <w:rsid w:val="00634D5D"/>
    <w:rsid w:val="006354B9"/>
    <w:rsid w:val="00636A6A"/>
    <w:rsid w:val="00636F5B"/>
    <w:rsid w:val="006371A6"/>
    <w:rsid w:val="00637EF0"/>
    <w:rsid w:val="00640F1D"/>
    <w:rsid w:val="00641199"/>
    <w:rsid w:val="00641BA0"/>
    <w:rsid w:val="00642716"/>
    <w:rsid w:val="00643300"/>
    <w:rsid w:val="00643C41"/>
    <w:rsid w:val="00644157"/>
    <w:rsid w:val="006442A6"/>
    <w:rsid w:val="0064527C"/>
    <w:rsid w:val="00645996"/>
    <w:rsid w:val="00645C3B"/>
    <w:rsid w:val="00645E40"/>
    <w:rsid w:val="006461F2"/>
    <w:rsid w:val="006507EA"/>
    <w:rsid w:val="00651084"/>
    <w:rsid w:val="00651B5A"/>
    <w:rsid w:val="006546A8"/>
    <w:rsid w:val="0065541C"/>
    <w:rsid w:val="006556F6"/>
    <w:rsid w:val="00655DC1"/>
    <w:rsid w:val="00656429"/>
    <w:rsid w:val="006565FC"/>
    <w:rsid w:val="00656815"/>
    <w:rsid w:val="0065789D"/>
    <w:rsid w:val="00657F76"/>
    <w:rsid w:val="0066091F"/>
    <w:rsid w:val="00661D9E"/>
    <w:rsid w:val="00661F2B"/>
    <w:rsid w:val="00662CF7"/>
    <w:rsid w:val="006635B8"/>
    <w:rsid w:val="00664062"/>
    <w:rsid w:val="006648A1"/>
    <w:rsid w:val="006655B6"/>
    <w:rsid w:val="00666B52"/>
    <w:rsid w:val="00666F13"/>
    <w:rsid w:val="00667364"/>
    <w:rsid w:val="00667CCB"/>
    <w:rsid w:val="006702DA"/>
    <w:rsid w:val="006706E3"/>
    <w:rsid w:val="006722EE"/>
    <w:rsid w:val="00672558"/>
    <w:rsid w:val="006727CD"/>
    <w:rsid w:val="006728AB"/>
    <w:rsid w:val="00673273"/>
    <w:rsid w:val="006754CC"/>
    <w:rsid w:val="00675D66"/>
    <w:rsid w:val="00675FB5"/>
    <w:rsid w:val="0067658D"/>
    <w:rsid w:val="00676EA4"/>
    <w:rsid w:val="00677F6F"/>
    <w:rsid w:val="00680BE8"/>
    <w:rsid w:val="00680E5D"/>
    <w:rsid w:val="00681334"/>
    <w:rsid w:val="00681F57"/>
    <w:rsid w:val="00682551"/>
    <w:rsid w:val="006827F0"/>
    <w:rsid w:val="006849C5"/>
    <w:rsid w:val="00684CBD"/>
    <w:rsid w:val="00685E53"/>
    <w:rsid w:val="006874F9"/>
    <w:rsid w:val="0068776F"/>
    <w:rsid w:val="00690E51"/>
    <w:rsid w:val="00690FBC"/>
    <w:rsid w:val="0069122E"/>
    <w:rsid w:val="00691D5F"/>
    <w:rsid w:val="0069263D"/>
    <w:rsid w:val="00693341"/>
    <w:rsid w:val="0069349C"/>
    <w:rsid w:val="00693780"/>
    <w:rsid w:val="006939EA"/>
    <w:rsid w:val="00694722"/>
    <w:rsid w:val="00694AC5"/>
    <w:rsid w:val="0069586F"/>
    <w:rsid w:val="0069591E"/>
    <w:rsid w:val="00695E6E"/>
    <w:rsid w:val="006A02D2"/>
    <w:rsid w:val="006A2CD9"/>
    <w:rsid w:val="006A4E4E"/>
    <w:rsid w:val="006A524D"/>
    <w:rsid w:val="006A5460"/>
    <w:rsid w:val="006A5842"/>
    <w:rsid w:val="006A5F21"/>
    <w:rsid w:val="006A6947"/>
    <w:rsid w:val="006A6950"/>
    <w:rsid w:val="006A78A1"/>
    <w:rsid w:val="006A7B59"/>
    <w:rsid w:val="006B0DE2"/>
    <w:rsid w:val="006B1CDE"/>
    <w:rsid w:val="006B3C4C"/>
    <w:rsid w:val="006B3D6B"/>
    <w:rsid w:val="006B55C2"/>
    <w:rsid w:val="006B5AF9"/>
    <w:rsid w:val="006B5D63"/>
    <w:rsid w:val="006B75D6"/>
    <w:rsid w:val="006B7642"/>
    <w:rsid w:val="006C0FBA"/>
    <w:rsid w:val="006C2743"/>
    <w:rsid w:val="006C33F6"/>
    <w:rsid w:val="006C6630"/>
    <w:rsid w:val="006C747A"/>
    <w:rsid w:val="006C7A55"/>
    <w:rsid w:val="006D09B1"/>
    <w:rsid w:val="006D4563"/>
    <w:rsid w:val="006D48ED"/>
    <w:rsid w:val="006D5115"/>
    <w:rsid w:val="006D5137"/>
    <w:rsid w:val="006D56F9"/>
    <w:rsid w:val="006D6EB1"/>
    <w:rsid w:val="006E06D8"/>
    <w:rsid w:val="006E217B"/>
    <w:rsid w:val="006E2BCA"/>
    <w:rsid w:val="006E2F9C"/>
    <w:rsid w:val="006E605D"/>
    <w:rsid w:val="006E7452"/>
    <w:rsid w:val="006F05B2"/>
    <w:rsid w:val="006F0B1D"/>
    <w:rsid w:val="006F0C3A"/>
    <w:rsid w:val="006F1AF9"/>
    <w:rsid w:val="006F28FA"/>
    <w:rsid w:val="006F2E16"/>
    <w:rsid w:val="006F2F1C"/>
    <w:rsid w:val="006F363E"/>
    <w:rsid w:val="006F409B"/>
    <w:rsid w:val="006F448F"/>
    <w:rsid w:val="006F4FD9"/>
    <w:rsid w:val="006F6060"/>
    <w:rsid w:val="006F60BF"/>
    <w:rsid w:val="006F73C4"/>
    <w:rsid w:val="006F76D5"/>
    <w:rsid w:val="006F7E2B"/>
    <w:rsid w:val="007006CD"/>
    <w:rsid w:val="00700A95"/>
    <w:rsid w:val="00700E4E"/>
    <w:rsid w:val="00701006"/>
    <w:rsid w:val="007015C6"/>
    <w:rsid w:val="007016EE"/>
    <w:rsid w:val="0070187B"/>
    <w:rsid w:val="00702777"/>
    <w:rsid w:val="00703314"/>
    <w:rsid w:val="00705AA3"/>
    <w:rsid w:val="00705E74"/>
    <w:rsid w:val="0070791F"/>
    <w:rsid w:val="00710075"/>
    <w:rsid w:val="00711136"/>
    <w:rsid w:val="00711CA1"/>
    <w:rsid w:val="0071429B"/>
    <w:rsid w:val="0071653F"/>
    <w:rsid w:val="007208B4"/>
    <w:rsid w:val="007229CC"/>
    <w:rsid w:val="007235BE"/>
    <w:rsid w:val="0072477F"/>
    <w:rsid w:val="00724D76"/>
    <w:rsid w:val="007259CA"/>
    <w:rsid w:val="007264D4"/>
    <w:rsid w:val="00727249"/>
    <w:rsid w:val="00727EE3"/>
    <w:rsid w:val="0073003B"/>
    <w:rsid w:val="00730597"/>
    <w:rsid w:val="007308C7"/>
    <w:rsid w:val="00730945"/>
    <w:rsid w:val="007318CA"/>
    <w:rsid w:val="00731BA7"/>
    <w:rsid w:val="00731D5B"/>
    <w:rsid w:val="007332DE"/>
    <w:rsid w:val="00733328"/>
    <w:rsid w:val="007344B2"/>
    <w:rsid w:val="007348D7"/>
    <w:rsid w:val="00735158"/>
    <w:rsid w:val="0073649A"/>
    <w:rsid w:val="00736539"/>
    <w:rsid w:val="007370DB"/>
    <w:rsid w:val="007377AA"/>
    <w:rsid w:val="0074048C"/>
    <w:rsid w:val="007404E1"/>
    <w:rsid w:val="0074315C"/>
    <w:rsid w:val="00744221"/>
    <w:rsid w:val="0074428A"/>
    <w:rsid w:val="00744B02"/>
    <w:rsid w:val="00747780"/>
    <w:rsid w:val="00747B86"/>
    <w:rsid w:val="00747EB6"/>
    <w:rsid w:val="00750B90"/>
    <w:rsid w:val="00750FCF"/>
    <w:rsid w:val="00751156"/>
    <w:rsid w:val="00751AF7"/>
    <w:rsid w:val="00751B36"/>
    <w:rsid w:val="007536EF"/>
    <w:rsid w:val="0075378C"/>
    <w:rsid w:val="00753F1A"/>
    <w:rsid w:val="007543E9"/>
    <w:rsid w:val="00754B35"/>
    <w:rsid w:val="00755607"/>
    <w:rsid w:val="00756BF5"/>
    <w:rsid w:val="00757549"/>
    <w:rsid w:val="00757F5F"/>
    <w:rsid w:val="00757F71"/>
    <w:rsid w:val="00760600"/>
    <w:rsid w:val="007629DF"/>
    <w:rsid w:val="0076328F"/>
    <w:rsid w:val="00764C25"/>
    <w:rsid w:val="007659F5"/>
    <w:rsid w:val="00765F76"/>
    <w:rsid w:val="0076751C"/>
    <w:rsid w:val="00770CA8"/>
    <w:rsid w:val="007715B5"/>
    <w:rsid w:val="00772427"/>
    <w:rsid w:val="0077288D"/>
    <w:rsid w:val="007734D4"/>
    <w:rsid w:val="007736EA"/>
    <w:rsid w:val="0077409C"/>
    <w:rsid w:val="007759E0"/>
    <w:rsid w:val="00777352"/>
    <w:rsid w:val="0077770D"/>
    <w:rsid w:val="00777897"/>
    <w:rsid w:val="00777BD0"/>
    <w:rsid w:val="00777C47"/>
    <w:rsid w:val="00780E5A"/>
    <w:rsid w:val="007815FF"/>
    <w:rsid w:val="00781B62"/>
    <w:rsid w:val="00781FD5"/>
    <w:rsid w:val="007830B5"/>
    <w:rsid w:val="00784704"/>
    <w:rsid w:val="00785478"/>
    <w:rsid w:val="00785621"/>
    <w:rsid w:val="00785AFB"/>
    <w:rsid w:val="00785EB8"/>
    <w:rsid w:val="007868A1"/>
    <w:rsid w:val="007869D1"/>
    <w:rsid w:val="007869E3"/>
    <w:rsid w:val="007905C1"/>
    <w:rsid w:val="0079063C"/>
    <w:rsid w:val="00790AE8"/>
    <w:rsid w:val="00790C3A"/>
    <w:rsid w:val="007924A1"/>
    <w:rsid w:val="00792C35"/>
    <w:rsid w:val="00792EB6"/>
    <w:rsid w:val="00792F2B"/>
    <w:rsid w:val="007935F6"/>
    <w:rsid w:val="0079439B"/>
    <w:rsid w:val="00794DBA"/>
    <w:rsid w:val="007958C6"/>
    <w:rsid w:val="00795969"/>
    <w:rsid w:val="00795FAC"/>
    <w:rsid w:val="00796B67"/>
    <w:rsid w:val="00796BA2"/>
    <w:rsid w:val="00796C27"/>
    <w:rsid w:val="00796D1A"/>
    <w:rsid w:val="007A16FB"/>
    <w:rsid w:val="007A30E2"/>
    <w:rsid w:val="007A328A"/>
    <w:rsid w:val="007A3509"/>
    <w:rsid w:val="007A3936"/>
    <w:rsid w:val="007A3A9F"/>
    <w:rsid w:val="007A47CD"/>
    <w:rsid w:val="007A5396"/>
    <w:rsid w:val="007A645B"/>
    <w:rsid w:val="007A68A1"/>
    <w:rsid w:val="007A69FA"/>
    <w:rsid w:val="007A6E79"/>
    <w:rsid w:val="007A726F"/>
    <w:rsid w:val="007B0022"/>
    <w:rsid w:val="007B0352"/>
    <w:rsid w:val="007B0845"/>
    <w:rsid w:val="007B104E"/>
    <w:rsid w:val="007B1755"/>
    <w:rsid w:val="007B1DBC"/>
    <w:rsid w:val="007B21C7"/>
    <w:rsid w:val="007B2980"/>
    <w:rsid w:val="007B2BA2"/>
    <w:rsid w:val="007B38A7"/>
    <w:rsid w:val="007B5177"/>
    <w:rsid w:val="007B53AA"/>
    <w:rsid w:val="007B5490"/>
    <w:rsid w:val="007B566F"/>
    <w:rsid w:val="007B57E3"/>
    <w:rsid w:val="007B5CCE"/>
    <w:rsid w:val="007B5DF1"/>
    <w:rsid w:val="007B6B92"/>
    <w:rsid w:val="007B6C7C"/>
    <w:rsid w:val="007B76BC"/>
    <w:rsid w:val="007C0612"/>
    <w:rsid w:val="007C06C1"/>
    <w:rsid w:val="007C1EB2"/>
    <w:rsid w:val="007C38AF"/>
    <w:rsid w:val="007C3E13"/>
    <w:rsid w:val="007C4407"/>
    <w:rsid w:val="007C44CC"/>
    <w:rsid w:val="007C6C41"/>
    <w:rsid w:val="007C7F30"/>
    <w:rsid w:val="007D0061"/>
    <w:rsid w:val="007D067F"/>
    <w:rsid w:val="007D3507"/>
    <w:rsid w:val="007D3FAF"/>
    <w:rsid w:val="007D459C"/>
    <w:rsid w:val="007D53A4"/>
    <w:rsid w:val="007D5656"/>
    <w:rsid w:val="007D5990"/>
    <w:rsid w:val="007D6063"/>
    <w:rsid w:val="007D61FF"/>
    <w:rsid w:val="007D6359"/>
    <w:rsid w:val="007D6D21"/>
    <w:rsid w:val="007D784E"/>
    <w:rsid w:val="007D7A94"/>
    <w:rsid w:val="007D7D5B"/>
    <w:rsid w:val="007E01D4"/>
    <w:rsid w:val="007E27F2"/>
    <w:rsid w:val="007E30EA"/>
    <w:rsid w:val="007E43F9"/>
    <w:rsid w:val="007E4E94"/>
    <w:rsid w:val="007E5015"/>
    <w:rsid w:val="007E5243"/>
    <w:rsid w:val="007E5A2C"/>
    <w:rsid w:val="007E6A52"/>
    <w:rsid w:val="007E7262"/>
    <w:rsid w:val="007F1CCA"/>
    <w:rsid w:val="007F3CDF"/>
    <w:rsid w:val="007F4134"/>
    <w:rsid w:val="007F4AE3"/>
    <w:rsid w:val="007F562F"/>
    <w:rsid w:val="007F63B3"/>
    <w:rsid w:val="007F665E"/>
    <w:rsid w:val="007F7E09"/>
    <w:rsid w:val="00800372"/>
    <w:rsid w:val="0080104D"/>
    <w:rsid w:val="00801D54"/>
    <w:rsid w:val="008021F1"/>
    <w:rsid w:val="00802C50"/>
    <w:rsid w:val="00802E48"/>
    <w:rsid w:val="008035BF"/>
    <w:rsid w:val="00803B8C"/>
    <w:rsid w:val="00804353"/>
    <w:rsid w:val="00804DA8"/>
    <w:rsid w:val="00805813"/>
    <w:rsid w:val="008065F3"/>
    <w:rsid w:val="00806F83"/>
    <w:rsid w:val="0080744A"/>
    <w:rsid w:val="008108D8"/>
    <w:rsid w:val="00810A9E"/>
    <w:rsid w:val="00810D04"/>
    <w:rsid w:val="008116BB"/>
    <w:rsid w:val="00812349"/>
    <w:rsid w:val="0081277D"/>
    <w:rsid w:val="00812804"/>
    <w:rsid w:val="00812C0D"/>
    <w:rsid w:val="0081311E"/>
    <w:rsid w:val="008134BD"/>
    <w:rsid w:val="0081415B"/>
    <w:rsid w:val="008142AC"/>
    <w:rsid w:val="008142C0"/>
    <w:rsid w:val="00814D56"/>
    <w:rsid w:val="00815C41"/>
    <w:rsid w:val="00816FC1"/>
    <w:rsid w:val="0081717B"/>
    <w:rsid w:val="00817918"/>
    <w:rsid w:val="00817C12"/>
    <w:rsid w:val="00817CD5"/>
    <w:rsid w:val="00820C7C"/>
    <w:rsid w:val="00820CA3"/>
    <w:rsid w:val="00820FC3"/>
    <w:rsid w:val="0082128F"/>
    <w:rsid w:val="00821C6E"/>
    <w:rsid w:val="00821D7E"/>
    <w:rsid w:val="00821D99"/>
    <w:rsid w:val="00821DE5"/>
    <w:rsid w:val="008229DC"/>
    <w:rsid w:val="0082419D"/>
    <w:rsid w:val="008257F8"/>
    <w:rsid w:val="008263E3"/>
    <w:rsid w:val="008263F1"/>
    <w:rsid w:val="00826810"/>
    <w:rsid w:val="00826E11"/>
    <w:rsid w:val="00827806"/>
    <w:rsid w:val="00827D97"/>
    <w:rsid w:val="00830C60"/>
    <w:rsid w:val="008329C8"/>
    <w:rsid w:val="00832BDE"/>
    <w:rsid w:val="00833050"/>
    <w:rsid w:val="00833F5C"/>
    <w:rsid w:val="00834D9D"/>
    <w:rsid w:val="00834E94"/>
    <w:rsid w:val="00835340"/>
    <w:rsid w:val="008355C6"/>
    <w:rsid w:val="008368DE"/>
    <w:rsid w:val="0083729D"/>
    <w:rsid w:val="0083745D"/>
    <w:rsid w:val="00837CE7"/>
    <w:rsid w:val="00840710"/>
    <w:rsid w:val="00840BBB"/>
    <w:rsid w:val="00841950"/>
    <w:rsid w:val="00842401"/>
    <w:rsid w:val="00842D61"/>
    <w:rsid w:val="00842E06"/>
    <w:rsid w:val="00842F9D"/>
    <w:rsid w:val="008435EA"/>
    <w:rsid w:val="00843A79"/>
    <w:rsid w:val="00845871"/>
    <w:rsid w:val="008458C8"/>
    <w:rsid w:val="00845E08"/>
    <w:rsid w:val="00846165"/>
    <w:rsid w:val="008464CB"/>
    <w:rsid w:val="00847819"/>
    <w:rsid w:val="00847BBA"/>
    <w:rsid w:val="00847F67"/>
    <w:rsid w:val="008503E3"/>
    <w:rsid w:val="008507D2"/>
    <w:rsid w:val="00850E33"/>
    <w:rsid w:val="00850E47"/>
    <w:rsid w:val="0085167F"/>
    <w:rsid w:val="00854669"/>
    <w:rsid w:val="008547ED"/>
    <w:rsid w:val="008574F7"/>
    <w:rsid w:val="00857504"/>
    <w:rsid w:val="00857CC9"/>
    <w:rsid w:val="008608A1"/>
    <w:rsid w:val="00863842"/>
    <w:rsid w:val="00863AB3"/>
    <w:rsid w:val="00864352"/>
    <w:rsid w:val="00864CFF"/>
    <w:rsid w:val="008663DC"/>
    <w:rsid w:val="00867E8F"/>
    <w:rsid w:val="00870AC0"/>
    <w:rsid w:val="00871B9C"/>
    <w:rsid w:val="00872512"/>
    <w:rsid w:val="0087334E"/>
    <w:rsid w:val="008734A3"/>
    <w:rsid w:val="00874463"/>
    <w:rsid w:val="008744D6"/>
    <w:rsid w:val="008749E3"/>
    <w:rsid w:val="00874D39"/>
    <w:rsid w:val="00876EA0"/>
    <w:rsid w:val="00880AAA"/>
    <w:rsid w:val="0088256C"/>
    <w:rsid w:val="00883029"/>
    <w:rsid w:val="0088363D"/>
    <w:rsid w:val="00883917"/>
    <w:rsid w:val="00884A58"/>
    <w:rsid w:val="00886068"/>
    <w:rsid w:val="00886556"/>
    <w:rsid w:val="00890178"/>
    <w:rsid w:val="00891B48"/>
    <w:rsid w:val="008922A0"/>
    <w:rsid w:val="00892585"/>
    <w:rsid w:val="00892B00"/>
    <w:rsid w:val="00894701"/>
    <w:rsid w:val="008A0E78"/>
    <w:rsid w:val="008A0EB9"/>
    <w:rsid w:val="008A18CC"/>
    <w:rsid w:val="008A2ACA"/>
    <w:rsid w:val="008A4519"/>
    <w:rsid w:val="008B0184"/>
    <w:rsid w:val="008B0248"/>
    <w:rsid w:val="008B04E9"/>
    <w:rsid w:val="008B05A9"/>
    <w:rsid w:val="008B07D2"/>
    <w:rsid w:val="008B13DC"/>
    <w:rsid w:val="008B16A6"/>
    <w:rsid w:val="008B1807"/>
    <w:rsid w:val="008B3D87"/>
    <w:rsid w:val="008B4DA9"/>
    <w:rsid w:val="008B4E45"/>
    <w:rsid w:val="008B6272"/>
    <w:rsid w:val="008B7AA2"/>
    <w:rsid w:val="008B7CD7"/>
    <w:rsid w:val="008C0170"/>
    <w:rsid w:val="008C1857"/>
    <w:rsid w:val="008C35D6"/>
    <w:rsid w:val="008C36FC"/>
    <w:rsid w:val="008C404F"/>
    <w:rsid w:val="008C59A3"/>
    <w:rsid w:val="008C683F"/>
    <w:rsid w:val="008C6A7F"/>
    <w:rsid w:val="008C7787"/>
    <w:rsid w:val="008C7EEE"/>
    <w:rsid w:val="008D1A09"/>
    <w:rsid w:val="008D3D5B"/>
    <w:rsid w:val="008D3E6A"/>
    <w:rsid w:val="008D538B"/>
    <w:rsid w:val="008D6302"/>
    <w:rsid w:val="008D648B"/>
    <w:rsid w:val="008D6B42"/>
    <w:rsid w:val="008E022A"/>
    <w:rsid w:val="008E06BC"/>
    <w:rsid w:val="008E09D0"/>
    <w:rsid w:val="008E0F4C"/>
    <w:rsid w:val="008E126E"/>
    <w:rsid w:val="008E13E6"/>
    <w:rsid w:val="008E1BD5"/>
    <w:rsid w:val="008E2F0C"/>
    <w:rsid w:val="008E4017"/>
    <w:rsid w:val="008E4838"/>
    <w:rsid w:val="008E4FC8"/>
    <w:rsid w:val="008E5184"/>
    <w:rsid w:val="008F01CC"/>
    <w:rsid w:val="008F1113"/>
    <w:rsid w:val="008F17A6"/>
    <w:rsid w:val="008F1F27"/>
    <w:rsid w:val="008F1FDF"/>
    <w:rsid w:val="008F2C84"/>
    <w:rsid w:val="008F52D7"/>
    <w:rsid w:val="008F53C2"/>
    <w:rsid w:val="008F5C2A"/>
    <w:rsid w:val="008F613C"/>
    <w:rsid w:val="008F7A25"/>
    <w:rsid w:val="008F7BD5"/>
    <w:rsid w:val="00900361"/>
    <w:rsid w:val="00900944"/>
    <w:rsid w:val="00900A6F"/>
    <w:rsid w:val="00900BDD"/>
    <w:rsid w:val="00901C1A"/>
    <w:rsid w:val="00902ACC"/>
    <w:rsid w:val="009035EC"/>
    <w:rsid w:val="00903C70"/>
    <w:rsid w:val="0090617E"/>
    <w:rsid w:val="009065D3"/>
    <w:rsid w:val="0091143A"/>
    <w:rsid w:val="009118E7"/>
    <w:rsid w:val="00911CAE"/>
    <w:rsid w:val="00913260"/>
    <w:rsid w:val="00913F60"/>
    <w:rsid w:val="00916753"/>
    <w:rsid w:val="00916D3D"/>
    <w:rsid w:val="00920047"/>
    <w:rsid w:val="00920B42"/>
    <w:rsid w:val="00921925"/>
    <w:rsid w:val="00922862"/>
    <w:rsid w:val="00923C9A"/>
    <w:rsid w:val="00923D1D"/>
    <w:rsid w:val="00924D3F"/>
    <w:rsid w:val="00925043"/>
    <w:rsid w:val="009258AE"/>
    <w:rsid w:val="009259B7"/>
    <w:rsid w:val="0092658F"/>
    <w:rsid w:val="0092671A"/>
    <w:rsid w:val="00926C8F"/>
    <w:rsid w:val="009311AC"/>
    <w:rsid w:val="009318F3"/>
    <w:rsid w:val="0093336B"/>
    <w:rsid w:val="00934982"/>
    <w:rsid w:val="00935085"/>
    <w:rsid w:val="009362BE"/>
    <w:rsid w:val="009373A7"/>
    <w:rsid w:val="009378F7"/>
    <w:rsid w:val="0094038D"/>
    <w:rsid w:val="0094104E"/>
    <w:rsid w:val="0094120C"/>
    <w:rsid w:val="00941C69"/>
    <w:rsid w:val="00942293"/>
    <w:rsid w:val="00942E82"/>
    <w:rsid w:val="00943A06"/>
    <w:rsid w:val="009440AF"/>
    <w:rsid w:val="0094517D"/>
    <w:rsid w:val="00946032"/>
    <w:rsid w:val="00946207"/>
    <w:rsid w:val="009462A9"/>
    <w:rsid w:val="00950290"/>
    <w:rsid w:val="009509E4"/>
    <w:rsid w:val="00951C22"/>
    <w:rsid w:val="00951F01"/>
    <w:rsid w:val="009528DE"/>
    <w:rsid w:val="00954542"/>
    <w:rsid w:val="00954E7C"/>
    <w:rsid w:val="009554B6"/>
    <w:rsid w:val="00955EB8"/>
    <w:rsid w:val="00956D0B"/>
    <w:rsid w:val="00957B85"/>
    <w:rsid w:val="00957FF5"/>
    <w:rsid w:val="009605BC"/>
    <w:rsid w:val="009608F2"/>
    <w:rsid w:val="0096256D"/>
    <w:rsid w:val="009634F4"/>
    <w:rsid w:val="0096365C"/>
    <w:rsid w:val="00964641"/>
    <w:rsid w:val="0096512B"/>
    <w:rsid w:val="009664CA"/>
    <w:rsid w:val="00966AF5"/>
    <w:rsid w:val="00966BBF"/>
    <w:rsid w:val="00966C37"/>
    <w:rsid w:val="00970213"/>
    <w:rsid w:val="0097024A"/>
    <w:rsid w:val="009702E7"/>
    <w:rsid w:val="00970698"/>
    <w:rsid w:val="009715F5"/>
    <w:rsid w:val="00971CB2"/>
    <w:rsid w:val="00972201"/>
    <w:rsid w:val="00972301"/>
    <w:rsid w:val="0097274B"/>
    <w:rsid w:val="0097288C"/>
    <w:rsid w:val="00972ADC"/>
    <w:rsid w:val="00972F8E"/>
    <w:rsid w:val="0097413E"/>
    <w:rsid w:val="00974325"/>
    <w:rsid w:val="00974460"/>
    <w:rsid w:val="00974BEA"/>
    <w:rsid w:val="00975A01"/>
    <w:rsid w:val="0097663C"/>
    <w:rsid w:val="00976744"/>
    <w:rsid w:val="00976A45"/>
    <w:rsid w:val="00976D08"/>
    <w:rsid w:val="009800A7"/>
    <w:rsid w:val="009801EB"/>
    <w:rsid w:val="00980777"/>
    <w:rsid w:val="009808C4"/>
    <w:rsid w:val="00980EDF"/>
    <w:rsid w:val="00981104"/>
    <w:rsid w:val="00982BC1"/>
    <w:rsid w:val="0098449F"/>
    <w:rsid w:val="00985AC8"/>
    <w:rsid w:val="009867FD"/>
    <w:rsid w:val="00987ABE"/>
    <w:rsid w:val="009904C1"/>
    <w:rsid w:val="00990614"/>
    <w:rsid w:val="009910CD"/>
    <w:rsid w:val="00991152"/>
    <w:rsid w:val="00991D10"/>
    <w:rsid w:val="009929B3"/>
    <w:rsid w:val="0099348A"/>
    <w:rsid w:val="00993A43"/>
    <w:rsid w:val="00993FA8"/>
    <w:rsid w:val="009956FA"/>
    <w:rsid w:val="009960B0"/>
    <w:rsid w:val="0099652F"/>
    <w:rsid w:val="00996BC9"/>
    <w:rsid w:val="009A07EF"/>
    <w:rsid w:val="009A0DC1"/>
    <w:rsid w:val="009A1757"/>
    <w:rsid w:val="009A17E9"/>
    <w:rsid w:val="009A199B"/>
    <w:rsid w:val="009A2987"/>
    <w:rsid w:val="009A2C60"/>
    <w:rsid w:val="009A3AF7"/>
    <w:rsid w:val="009A4C9B"/>
    <w:rsid w:val="009A4D14"/>
    <w:rsid w:val="009A4D9B"/>
    <w:rsid w:val="009A4F2D"/>
    <w:rsid w:val="009A5E5B"/>
    <w:rsid w:val="009A66ED"/>
    <w:rsid w:val="009A7185"/>
    <w:rsid w:val="009A7887"/>
    <w:rsid w:val="009B014A"/>
    <w:rsid w:val="009B0514"/>
    <w:rsid w:val="009B5147"/>
    <w:rsid w:val="009B5407"/>
    <w:rsid w:val="009B5A3E"/>
    <w:rsid w:val="009B5C04"/>
    <w:rsid w:val="009B7037"/>
    <w:rsid w:val="009B72BB"/>
    <w:rsid w:val="009B732D"/>
    <w:rsid w:val="009B7C4A"/>
    <w:rsid w:val="009C0755"/>
    <w:rsid w:val="009C07BB"/>
    <w:rsid w:val="009C09FD"/>
    <w:rsid w:val="009C2199"/>
    <w:rsid w:val="009C28EE"/>
    <w:rsid w:val="009C506C"/>
    <w:rsid w:val="009C58B4"/>
    <w:rsid w:val="009C5C8B"/>
    <w:rsid w:val="009C63BD"/>
    <w:rsid w:val="009C70B6"/>
    <w:rsid w:val="009C7894"/>
    <w:rsid w:val="009D0918"/>
    <w:rsid w:val="009D271A"/>
    <w:rsid w:val="009D2CD8"/>
    <w:rsid w:val="009D3C22"/>
    <w:rsid w:val="009D4F16"/>
    <w:rsid w:val="009D5080"/>
    <w:rsid w:val="009D5EF0"/>
    <w:rsid w:val="009D67DF"/>
    <w:rsid w:val="009D699A"/>
    <w:rsid w:val="009D6FD3"/>
    <w:rsid w:val="009D7189"/>
    <w:rsid w:val="009D7C3F"/>
    <w:rsid w:val="009E0B7F"/>
    <w:rsid w:val="009E102D"/>
    <w:rsid w:val="009E1853"/>
    <w:rsid w:val="009E2AEA"/>
    <w:rsid w:val="009E33F2"/>
    <w:rsid w:val="009E3686"/>
    <w:rsid w:val="009E3820"/>
    <w:rsid w:val="009E55E2"/>
    <w:rsid w:val="009E6743"/>
    <w:rsid w:val="009F052A"/>
    <w:rsid w:val="009F074D"/>
    <w:rsid w:val="009F0C16"/>
    <w:rsid w:val="009F19D8"/>
    <w:rsid w:val="009F1E9F"/>
    <w:rsid w:val="009F20DE"/>
    <w:rsid w:val="009F26B2"/>
    <w:rsid w:val="009F37A9"/>
    <w:rsid w:val="009F4911"/>
    <w:rsid w:val="009F5389"/>
    <w:rsid w:val="009F6AB3"/>
    <w:rsid w:val="009F6EED"/>
    <w:rsid w:val="009F7846"/>
    <w:rsid w:val="00A00527"/>
    <w:rsid w:val="00A00577"/>
    <w:rsid w:val="00A00733"/>
    <w:rsid w:val="00A02739"/>
    <w:rsid w:val="00A03912"/>
    <w:rsid w:val="00A03A59"/>
    <w:rsid w:val="00A03DF0"/>
    <w:rsid w:val="00A04009"/>
    <w:rsid w:val="00A04AC3"/>
    <w:rsid w:val="00A050A6"/>
    <w:rsid w:val="00A050CF"/>
    <w:rsid w:val="00A05B51"/>
    <w:rsid w:val="00A075D4"/>
    <w:rsid w:val="00A07779"/>
    <w:rsid w:val="00A07D29"/>
    <w:rsid w:val="00A07D79"/>
    <w:rsid w:val="00A107AF"/>
    <w:rsid w:val="00A10936"/>
    <w:rsid w:val="00A10B78"/>
    <w:rsid w:val="00A10E3C"/>
    <w:rsid w:val="00A11503"/>
    <w:rsid w:val="00A11792"/>
    <w:rsid w:val="00A117E7"/>
    <w:rsid w:val="00A13E2D"/>
    <w:rsid w:val="00A13E5C"/>
    <w:rsid w:val="00A146D5"/>
    <w:rsid w:val="00A14F6A"/>
    <w:rsid w:val="00A17707"/>
    <w:rsid w:val="00A17CF7"/>
    <w:rsid w:val="00A17E81"/>
    <w:rsid w:val="00A201C5"/>
    <w:rsid w:val="00A20617"/>
    <w:rsid w:val="00A21F03"/>
    <w:rsid w:val="00A21F08"/>
    <w:rsid w:val="00A22233"/>
    <w:rsid w:val="00A2475B"/>
    <w:rsid w:val="00A27C7E"/>
    <w:rsid w:val="00A31E4E"/>
    <w:rsid w:val="00A3300F"/>
    <w:rsid w:val="00A33057"/>
    <w:rsid w:val="00A3359B"/>
    <w:rsid w:val="00A337B5"/>
    <w:rsid w:val="00A33865"/>
    <w:rsid w:val="00A33AB5"/>
    <w:rsid w:val="00A34676"/>
    <w:rsid w:val="00A358A2"/>
    <w:rsid w:val="00A36328"/>
    <w:rsid w:val="00A36749"/>
    <w:rsid w:val="00A37F37"/>
    <w:rsid w:val="00A37FDD"/>
    <w:rsid w:val="00A40190"/>
    <w:rsid w:val="00A401CD"/>
    <w:rsid w:val="00A4040B"/>
    <w:rsid w:val="00A407AB"/>
    <w:rsid w:val="00A4137C"/>
    <w:rsid w:val="00A424D5"/>
    <w:rsid w:val="00A42C30"/>
    <w:rsid w:val="00A42FBD"/>
    <w:rsid w:val="00A43459"/>
    <w:rsid w:val="00A43553"/>
    <w:rsid w:val="00A4366C"/>
    <w:rsid w:val="00A4376F"/>
    <w:rsid w:val="00A43EC3"/>
    <w:rsid w:val="00A4545F"/>
    <w:rsid w:val="00A45B71"/>
    <w:rsid w:val="00A45BF2"/>
    <w:rsid w:val="00A46336"/>
    <w:rsid w:val="00A468DE"/>
    <w:rsid w:val="00A4692F"/>
    <w:rsid w:val="00A46B37"/>
    <w:rsid w:val="00A47ED8"/>
    <w:rsid w:val="00A5196A"/>
    <w:rsid w:val="00A51D55"/>
    <w:rsid w:val="00A5308A"/>
    <w:rsid w:val="00A53AD9"/>
    <w:rsid w:val="00A55825"/>
    <w:rsid w:val="00A569F1"/>
    <w:rsid w:val="00A57362"/>
    <w:rsid w:val="00A57930"/>
    <w:rsid w:val="00A6075A"/>
    <w:rsid w:val="00A60DF9"/>
    <w:rsid w:val="00A61123"/>
    <w:rsid w:val="00A63D14"/>
    <w:rsid w:val="00A64D22"/>
    <w:rsid w:val="00A65236"/>
    <w:rsid w:val="00A65727"/>
    <w:rsid w:val="00A6585D"/>
    <w:rsid w:val="00A67935"/>
    <w:rsid w:val="00A70657"/>
    <w:rsid w:val="00A70898"/>
    <w:rsid w:val="00A70D43"/>
    <w:rsid w:val="00A71552"/>
    <w:rsid w:val="00A71AB8"/>
    <w:rsid w:val="00A730D3"/>
    <w:rsid w:val="00A7355F"/>
    <w:rsid w:val="00A73754"/>
    <w:rsid w:val="00A73AA0"/>
    <w:rsid w:val="00A75374"/>
    <w:rsid w:val="00A75B22"/>
    <w:rsid w:val="00A75BF9"/>
    <w:rsid w:val="00A77895"/>
    <w:rsid w:val="00A80EB5"/>
    <w:rsid w:val="00A81341"/>
    <w:rsid w:val="00A81B2F"/>
    <w:rsid w:val="00A81E5A"/>
    <w:rsid w:val="00A81E9C"/>
    <w:rsid w:val="00A81FFA"/>
    <w:rsid w:val="00A825C6"/>
    <w:rsid w:val="00A83944"/>
    <w:rsid w:val="00A83E4D"/>
    <w:rsid w:val="00A84C16"/>
    <w:rsid w:val="00A84F74"/>
    <w:rsid w:val="00A85B28"/>
    <w:rsid w:val="00A85D82"/>
    <w:rsid w:val="00A85DAB"/>
    <w:rsid w:val="00A86493"/>
    <w:rsid w:val="00A86B8B"/>
    <w:rsid w:val="00A91B83"/>
    <w:rsid w:val="00A9205F"/>
    <w:rsid w:val="00A92B8C"/>
    <w:rsid w:val="00A93F15"/>
    <w:rsid w:val="00A9500F"/>
    <w:rsid w:val="00A97AAE"/>
    <w:rsid w:val="00AA04D9"/>
    <w:rsid w:val="00AA0733"/>
    <w:rsid w:val="00AA0A21"/>
    <w:rsid w:val="00AA10D6"/>
    <w:rsid w:val="00AA11AC"/>
    <w:rsid w:val="00AA1B3B"/>
    <w:rsid w:val="00AA2B68"/>
    <w:rsid w:val="00AA2C3E"/>
    <w:rsid w:val="00AA4B99"/>
    <w:rsid w:val="00AA55F1"/>
    <w:rsid w:val="00AA5C51"/>
    <w:rsid w:val="00AA5F1F"/>
    <w:rsid w:val="00AA701E"/>
    <w:rsid w:val="00AA7559"/>
    <w:rsid w:val="00AA7AD2"/>
    <w:rsid w:val="00AB001E"/>
    <w:rsid w:val="00AB004D"/>
    <w:rsid w:val="00AB0889"/>
    <w:rsid w:val="00AB0C7A"/>
    <w:rsid w:val="00AB1002"/>
    <w:rsid w:val="00AB10B3"/>
    <w:rsid w:val="00AB19AC"/>
    <w:rsid w:val="00AB2AED"/>
    <w:rsid w:val="00AB4722"/>
    <w:rsid w:val="00AB5358"/>
    <w:rsid w:val="00AB5621"/>
    <w:rsid w:val="00AB5D4E"/>
    <w:rsid w:val="00AB5FC0"/>
    <w:rsid w:val="00AB6B0F"/>
    <w:rsid w:val="00AB7EE9"/>
    <w:rsid w:val="00AC009E"/>
    <w:rsid w:val="00AC0778"/>
    <w:rsid w:val="00AC11AE"/>
    <w:rsid w:val="00AC1293"/>
    <w:rsid w:val="00AC16A8"/>
    <w:rsid w:val="00AC18F7"/>
    <w:rsid w:val="00AC3A58"/>
    <w:rsid w:val="00AC42BA"/>
    <w:rsid w:val="00AC4C85"/>
    <w:rsid w:val="00AC58A8"/>
    <w:rsid w:val="00AC6B9B"/>
    <w:rsid w:val="00AC7082"/>
    <w:rsid w:val="00AC73BF"/>
    <w:rsid w:val="00AC7601"/>
    <w:rsid w:val="00AC783B"/>
    <w:rsid w:val="00AC7E35"/>
    <w:rsid w:val="00AD158C"/>
    <w:rsid w:val="00AD15C4"/>
    <w:rsid w:val="00AD35E7"/>
    <w:rsid w:val="00AD388E"/>
    <w:rsid w:val="00AD4A4D"/>
    <w:rsid w:val="00AD5EAD"/>
    <w:rsid w:val="00AE14BA"/>
    <w:rsid w:val="00AE213C"/>
    <w:rsid w:val="00AE2954"/>
    <w:rsid w:val="00AE2C81"/>
    <w:rsid w:val="00AE2EDD"/>
    <w:rsid w:val="00AE36E1"/>
    <w:rsid w:val="00AE3D45"/>
    <w:rsid w:val="00AE4225"/>
    <w:rsid w:val="00AE44A6"/>
    <w:rsid w:val="00AE4E20"/>
    <w:rsid w:val="00AE4E9E"/>
    <w:rsid w:val="00AE56CA"/>
    <w:rsid w:val="00AE588F"/>
    <w:rsid w:val="00AE6924"/>
    <w:rsid w:val="00AE7532"/>
    <w:rsid w:val="00AE7A16"/>
    <w:rsid w:val="00AF195E"/>
    <w:rsid w:val="00AF3408"/>
    <w:rsid w:val="00AF37B5"/>
    <w:rsid w:val="00AF3B95"/>
    <w:rsid w:val="00AF541D"/>
    <w:rsid w:val="00AF5A4B"/>
    <w:rsid w:val="00AF5B00"/>
    <w:rsid w:val="00AF5EF2"/>
    <w:rsid w:val="00AF7496"/>
    <w:rsid w:val="00B008F9"/>
    <w:rsid w:val="00B015E0"/>
    <w:rsid w:val="00B01ECC"/>
    <w:rsid w:val="00B026F2"/>
    <w:rsid w:val="00B037C1"/>
    <w:rsid w:val="00B04488"/>
    <w:rsid w:val="00B0478B"/>
    <w:rsid w:val="00B04B27"/>
    <w:rsid w:val="00B05CA7"/>
    <w:rsid w:val="00B0650D"/>
    <w:rsid w:val="00B06B24"/>
    <w:rsid w:val="00B06D26"/>
    <w:rsid w:val="00B0713A"/>
    <w:rsid w:val="00B0778C"/>
    <w:rsid w:val="00B10CC8"/>
    <w:rsid w:val="00B11008"/>
    <w:rsid w:val="00B1120D"/>
    <w:rsid w:val="00B12871"/>
    <w:rsid w:val="00B13293"/>
    <w:rsid w:val="00B13975"/>
    <w:rsid w:val="00B13FC4"/>
    <w:rsid w:val="00B155F8"/>
    <w:rsid w:val="00B15F96"/>
    <w:rsid w:val="00B16767"/>
    <w:rsid w:val="00B1703F"/>
    <w:rsid w:val="00B179A3"/>
    <w:rsid w:val="00B203AA"/>
    <w:rsid w:val="00B2101D"/>
    <w:rsid w:val="00B21342"/>
    <w:rsid w:val="00B2241E"/>
    <w:rsid w:val="00B22AB3"/>
    <w:rsid w:val="00B22F5A"/>
    <w:rsid w:val="00B2366C"/>
    <w:rsid w:val="00B237DA"/>
    <w:rsid w:val="00B2469B"/>
    <w:rsid w:val="00B269D8"/>
    <w:rsid w:val="00B26B21"/>
    <w:rsid w:val="00B27DD3"/>
    <w:rsid w:val="00B3157F"/>
    <w:rsid w:val="00B31DA6"/>
    <w:rsid w:val="00B335F1"/>
    <w:rsid w:val="00B33663"/>
    <w:rsid w:val="00B33977"/>
    <w:rsid w:val="00B33D4C"/>
    <w:rsid w:val="00B349BE"/>
    <w:rsid w:val="00B34DAD"/>
    <w:rsid w:val="00B36653"/>
    <w:rsid w:val="00B367AD"/>
    <w:rsid w:val="00B3688D"/>
    <w:rsid w:val="00B3722D"/>
    <w:rsid w:val="00B402DE"/>
    <w:rsid w:val="00B403F2"/>
    <w:rsid w:val="00B41070"/>
    <w:rsid w:val="00B41988"/>
    <w:rsid w:val="00B41AEE"/>
    <w:rsid w:val="00B42C59"/>
    <w:rsid w:val="00B4317B"/>
    <w:rsid w:val="00B439CC"/>
    <w:rsid w:val="00B446A1"/>
    <w:rsid w:val="00B44CDC"/>
    <w:rsid w:val="00B45111"/>
    <w:rsid w:val="00B462CB"/>
    <w:rsid w:val="00B4778D"/>
    <w:rsid w:val="00B507E2"/>
    <w:rsid w:val="00B50890"/>
    <w:rsid w:val="00B50EDE"/>
    <w:rsid w:val="00B51234"/>
    <w:rsid w:val="00B51A48"/>
    <w:rsid w:val="00B51B56"/>
    <w:rsid w:val="00B53928"/>
    <w:rsid w:val="00B53C9C"/>
    <w:rsid w:val="00B54F41"/>
    <w:rsid w:val="00B551EA"/>
    <w:rsid w:val="00B56FAB"/>
    <w:rsid w:val="00B570DA"/>
    <w:rsid w:val="00B57923"/>
    <w:rsid w:val="00B57F78"/>
    <w:rsid w:val="00B60445"/>
    <w:rsid w:val="00B629EF"/>
    <w:rsid w:val="00B62E4F"/>
    <w:rsid w:val="00B65582"/>
    <w:rsid w:val="00B66EE7"/>
    <w:rsid w:val="00B705B5"/>
    <w:rsid w:val="00B70EA8"/>
    <w:rsid w:val="00B7230C"/>
    <w:rsid w:val="00B72358"/>
    <w:rsid w:val="00B72452"/>
    <w:rsid w:val="00B72D5E"/>
    <w:rsid w:val="00B742D8"/>
    <w:rsid w:val="00B745DC"/>
    <w:rsid w:val="00B74726"/>
    <w:rsid w:val="00B74ABD"/>
    <w:rsid w:val="00B76780"/>
    <w:rsid w:val="00B76DA1"/>
    <w:rsid w:val="00B7744B"/>
    <w:rsid w:val="00B804F8"/>
    <w:rsid w:val="00B8061B"/>
    <w:rsid w:val="00B81CB9"/>
    <w:rsid w:val="00B82555"/>
    <w:rsid w:val="00B82BC7"/>
    <w:rsid w:val="00B83046"/>
    <w:rsid w:val="00B84CF5"/>
    <w:rsid w:val="00B91476"/>
    <w:rsid w:val="00B91902"/>
    <w:rsid w:val="00B94381"/>
    <w:rsid w:val="00B9640C"/>
    <w:rsid w:val="00B966A1"/>
    <w:rsid w:val="00B96CF6"/>
    <w:rsid w:val="00B96FCF"/>
    <w:rsid w:val="00B96FEC"/>
    <w:rsid w:val="00B972A2"/>
    <w:rsid w:val="00B972B1"/>
    <w:rsid w:val="00BA14C6"/>
    <w:rsid w:val="00BA1C89"/>
    <w:rsid w:val="00BA1D61"/>
    <w:rsid w:val="00BA2715"/>
    <w:rsid w:val="00BA2FBE"/>
    <w:rsid w:val="00BA37B9"/>
    <w:rsid w:val="00BA4767"/>
    <w:rsid w:val="00BA559C"/>
    <w:rsid w:val="00BA6A30"/>
    <w:rsid w:val="00BB08F6"/>
    <w:rsid w:val="00BB095D"/>
    <w:rsid w:val="00BB0F8A"/>
    <w:rsid w:val="00BB110F"/>
    <w:rsid w:val="00BB16DD"/>
    <w:rsid w:val="00BB1A5B"/>
    <w:rsid w:val="00BB1B5B"/>
    <w:rsid w:val="00BB2413"/>
    <w:rsid w:val="00BB272D"/>
    <w:rsid w:val="00BB2835"/>
    <w:rsid w:val="00BB2B33"/>
    <w:rsid w:val="00BB3115"/>
    <w:rsid w:val="00BB3186"/>
    <w:rsid w:val="00BB368D"/>
    <w:rsid w:val="00BB5437"/>
    <w:rsid w:val="00BB5B4A"/>
    <w:rsid w:val="00BB72CD"/>
    <w:rsid w:val="00BB7C50"/>
    <w:rsid w:val="00BC1113"/>
    <w:rsid w:val="00BC2337"/>
    <w:rsid w:val="00BC23AE"/>
    <w:rsid w:val="00BC2542"/>
    <w:rsid w:val="00BC2D84"/>
    <w:rsid w:val="00BC316B"/>
    <w:rsid w:val="00BC3283"/>
    <w:rsid w:val="00BC35C3"/>
    <w:rsid w:val="00BC4757"/>
    <w:rsid w:val="00BC48EE"/>
    <w:rsid w:val="00BC53D5"/>
    <w:rsid w:val="00BC5E05"/>
    <w:rsid w:val="00BC6119"/>
    <w:rsid w:val="00BC6907"/>
    <w:rsid w:val="00BC7033"/>
    <w:rsid w:val="00BC7141"/>
    <w:rsid w:val="00BD0344"/>
    <w:rsid w:val="00BD049B"/>
    <w:rsid w:val="00BD0562"/>
    <w:rsid w:val="00BD0704"/>
    <w:rsid w:val="00BD1B53"/>
    <w:rsid w:val="00BD2CC4"/>
    <w:rsid w:val="00BD3B15"/>
    <w:rsid w:val="00BD3BB5"/>
    <w:rsid w:val="00BD5C73"/>
    <w:rsid w:val="00BD6610"/>
    <w:rsid w:val="00BD66E3"/>
    <w:rsid w:val="00BD67DE"/>
    <w:rsid w:val="00BD6AE3"/>
    <w:rsid w:val="00BD712B"/>
    <w:rsid w:val="00BD73B6"/>
    <w:rsid w:val="00BD7921"/>
    <w:rsid w:val="00BD7C32"/>
    <w:rsid w:val="00BE00D7"/>
    <w:rsid w:val="00BE1DB6"/>
    <w:rsid w:val="00BE2353"/>
    <w:rsid w:val="00BE2AFD"/>
    <w:rsid w:val="00BE395B"/>
    <w:rsid w:val="00BE406D"/>
    <w:rsid w:val="00BE40EB"/>
    <w:rsid w:val="00BE4538"/>
    <w:rsid w:val="00BE4ADF"/>
    <w:rsid w:val="00BE4D78"/>
    <w:rsid w:val="00BE50B9"/>
    <w:rsid w:val="00BE5767"/>
    <w:rsid w:val="00BE5AF8"/>
    <w:rsid w:val="00BE5E71"/>
    <w:rsid w:val="00BE652B"/>
    <w:rsid w:val="00BF0AAC"/>
    <w:rsid w:val="00BF0B29"/>
    <w:rsid w:val="00BF1059"/>
    <w:rsid w:val="00BF19C0"/>
    <w:rsid w:val="00BF1CC5"/>
    <w:rsid w:val="00BF3DCA"/>
    <w:rsid w:val="00BF68DA"/>
    <w:rsid w:val="00BF6938"/>
    <w:rsid w:val="00C00FFD"/>
    <w:rsid w:val="00C01490"/>
    <w:rsid w:val="00C04635"/>
    <w:rsid w:val="00C057E1"/>
    <w:rsid w:val="00C0653A"/>
    <w:rsid w:val="00C074ED"/>
    <w:rsid w:val="00C07E74"/>
    <w:rsid w:val="00C111CE"/>
    <w:rsid w:val="00C11E91"/>
    <w:rsid w:val="00C12D1C"/>
    <w:rsid w:val="00C13AA0"/>
    <w:rsid w:val="00C153E3"/>
    <w:rsid w:val="00C15DC4"/>
    <w:rsid w:val="00C16309"/>
    <w:rsid w:val="00C163ED"/>
    <w:rsid w:val="00C16699"/>
    <w:rsid w:val="00C1723D"/>
    <w:rsid w:val="00C17319"/>
    <w:rsid w:val="00C17D18"/>
    <w:rsid w:val="00C20061"/>
    <w:rsid w:val="00C20555"/>
    <w:rsid w:val="00C20871"/>
    <w:rsid w:val="00C2157C"/>
    <w:rsid w:val="00C2194E"/>
    <w:rsid w:val="00C21E44"/>
    <w:rsid w:val="00C241D7"/>
    <w:rsid w:val="00C24EFF"/>
    <w:rsid w:val="00C24F4F"/>
    <w:rsid w:val="00C25291"/>
    <w:rsid w:val="00C2563D"/>
    <w:rsid w:val="00C26A95"/>
    <w:rsid w:val="00C30763"/>
    <w:rsid w:val="00C31701"/>
    <w:rsid w:val="00C31A58"/>
    <w:rsid w:val="00C321B0"/>
    <w:rsid w:val="00C3250B"/>
    <w:rsid w:val="00C325F6"/>
    <w:rsid w:val="00C343AC"/>
    <w:rsid w:val="00C34EC2"/>
    <w:rsid w:val="00C361A1"/>
    <w:rsid w:val="00C364CC"/>
    <w:rsid w:val="00C36E23"/>
    <w:rsid w:val="00C379CF"/>
    <w:rsid w:val="00C416DF"/>
    <w:rsid w:val="00C41AF3"/>
    <w:rsid w:val="00C41EF8"/>
    <w:rsid w:val="00C425F2"/>
    <w:rsid w:val="00C42ACA"/>
    <w:rsid w:val="00C435AB"/>
    <w:rsid w:val="00C439ED"/>
    <w:rsid w:val="00C44078"/>
    <w:rsid w:val="00C44298"/>
    <w:rsid w:val="00C44534"/>
    <w:rsid w:val="00C44D68"/>
    <w:rsid w:val="00C45275"/>
    <w:rsid w:val="00C45314"/>
    <w:rsid w:val="00C45B2A"/>
    <w:rsid w:val="00C476C9"/>
    <w:rsid w:val="00C476F8"/>
    <w:rsid w:val="00C47B2E"/>
    <w:rsid w:val="00C47C72"/>
    <w:rsid w:val="00C47DDD"/>
    <w:rsid w:val="00C5126F"/>
    <w:rsid w:val="00C53725"/>
    <w:rsid w:val="00C5375F"/>
    <w:rsid w:val="00C54406"/>
    <w:rsid w:val="00C55A5D"/>
    <w:rsid w:val="00C55FB1"/>
    <w:rsid w:val="00C5614D"/>
    <w:rsid w:val="00C562BA"/>
    <w:rsid w:val="00C5694C"/>
    <w:rsid w:val="00C56DE8"/>
    <w:rsid w:val="00C5746E"/>
    <w:rsid w:val="00C607FC"/>
    <w:rsid w:val="00C60A84"/>
    <w:rsid w:val="00C6178C"/>
    <w:rsid w:val="00C62793"/>
    <w:rsid w:val="00C62F25"/>
    <w:rsid w:val="00C637E1"/>
    <w:rsid w:val="00C63CF6"/>
    <w:rsid w:val="00C642E7"/>
    <w:rsid w:val="00C6487D"/>
    <w:rsid w:val="00C64A6B"/>
    <w:rsid w:val="00C65677"/>
    <w:rsid w:val="00C65AD5"/>
    <w:rsid w:val="00C66373"/>
    <w:rsid w:val="00C668CB"/>
    <w:rsid w:val="00C66AF4"/>
    <w:rsid w:val="00C66E74"/>
    <w:rsid w:val="00C6723E"/>
    <w:rsid w:val="00C6785F"/>
    <w:rsid w:val="00C678C0"/>
    <w:rsid w:val="00C679C3"/>
    <w:rsid w:val="00C67AD1"/>
    <w:rsid w:val="00C70076"/>
    <w:rsid w:val="00C70304"/>
    <w:rsid w:val="00C7136B"/>
    <w:rsid w:val="00C718D1"/>
    <w:rsid w:val="00C72507"/>
    <w:rsid w:val="00C72981"/>
    <w:rsid w:val="00C74296"/>
    <w:rsid w:val="00C74962"/>
    <w:rsid w:val="00C74D55"/>
    <w:rsid w:val="00C75C12"/>
    <w:rsid w:val="00C75FD4"/>
    <w:rsid w:val="00C7638B"/>
    <w:rsid w:val="00C77055"/>
    <w:rsid w:val="00C77414"/>
    <w:rsid w:val="00C80CE0"/>
    <w:rsid w:val="00C80F5B"/>
    <w:rsid w:val="00C81B4E"/>
    <w:rsid w:val="00C825E7"/>
    <w:rsid w:val="00C83170"/>
    <w:rsid w:val="00C83FAA"/>
    <w:rsid w:val="00C84DD2"/>
    <w:rsid w:val="00C877CE"/>
    <w:rsid w:val="00C87E8D"/>
    <w:rsid w:val="00C90D8C"/>
    <w:rsid w:val="00C914E8"/>
    <w:rsid w:val="00C91BE1"/>
    <w:rsid w:val="00C927A9"/>
    <w:rsid w:val="00C92FB4"/>
    <w:rsid w:val="00C93014"/>
    <w:rsid w:val="00C930AA"/>
    <w:rsid w:val="00C93371"/>
    <w:rsid w:val="00C94538"/>
    <w:rsid w:val="00C95579"/>
    <w:rsid w:val="00CA0D49"/>
    <w:rsid w:val="00CA1B4B"/>
    <w:rsid w:val="00CA3124"/>
    <w:rsid w:val="00CA3EFF"/>
    <w:rsid w:val="00CA4B1D"/>
    <w:rsid w:val="00CA56DC"/>
    <w:rsid w:val="00CA5A40"/>
    <w:rsid w:val="00CA6859"/>
    <w:rsid w:val="00CA6ADA"/>
    <w:rsid w:val="00CB0941"/>
    <w:rsid w:val="00CB132F"/>
    <w:rsid w:val="00CB1676"/>
    <w:rsid w:val="00CB40C6"/>
    <w:rsid w:val="00CB42A3"/>
    <w:rsid w:val="00CB4555"/>
    <w:rsid w:val="00CB4C29"/>
    <w:rsid w:val="00CB5254"/>
    <w:rsid w:val="00CB5532"/>
    <w:rsid w:val="00CB5536"/>
    <w:rsid w:val="00CB58DE"/>
    <w:rsid w:val="00CC05BE"/>
    <w:rsid w:val="00CC06BD"/>
    <w:rsid w:val="00CC0B1D"/>
    <w:rsid w:val="00CC1AC2"/>
    <w:rsid w:val="00CC2A88"/>
    <w:rsid w:val="00CC4C5E"/>
    <w:rsid w:val="00CC544E"/>
    <w:rsid w:val="00CC560E"/>
    <w:rsid w:val="00CC5C6B"/>
    <w:rsid w:val="00CC5D0D"/>
    <w:rsid w:val="00CC6F8C"/>
    <w:rsid w:val="00CC7AAB"/>
    <w:rsid w:val="00CD02AF"/>
    <w:rsid w:val="00CD3FEE"/>
    <w:rsid w:val="00CD43D5"/>
    <w:rsid w:val="00CD4499"/>
    <w:rsid w:val="00CD507F"/>
    <w:rsid w:val="00CD53C5"/>
    <w:rsid w:val="00CD5B77"/>
    <w:rsid w:val="00CD62DB"/>
    <w:rsid w:val="00CD73B8"/>
    <w:rsid w:val="00CD7986"/>
    <w:rsid w:val="00CE243E"/>
    <w:rsid w:val="00CE2633"/>
    <w:rsid w:val="00CE3968"/>
    <w:rsid w:val="00CE5C81"/>
    <w:rsid w:val="00CE639D"/>
    <w:rsid w:val="00CE63B6"/>
    <w:rsid w:val="00CE6A64"/>
    <w:rsid w:val="00CE7FFC"/>
    <w:rsid w:val="00CF083D"/>
    <w:rsid w:val="00CF1405"/>
    <w:rsid w:val="00CF15E0"/>
    <w:rsid w:val="00CF234F"/>
    <w:rsid w:val="00CF4B84"/>
    <w:rsid w:val="00CF4BC5"/>
    <w:rsid w:val="00CF595F"/>
    <w:rsid w:val="00CF59EF"/>
    <w:rsid w:val="00CF5D71"/>
    <w:rsid w:val="00CF78DA"/>
    <w:rsid w:val="00D00507"/>
    <w:rsid w:val="00D00BFA"/>
    <w:rsid w:val="00D00D5E"/>
    <w:rsid w:val="00D00FF5"/>
    <w:rsid w:val="00D02B9C"/>
    <w:rsid w:val="00D02CC5"/>
    <w:rsid w:val="00D03A15"/>
    <w:rsid w:val="00D03F94"/>
    <w:rsid w:val="00D04A67"/>
    <w:rsid w:val="00D05CED"/>
    <w:rsid w:val="00D06676"/>
    <w:rsid w:val="00D06AB3"/>
    <w:rsid w:val="00D06EAA"/>
    <w:rsid w:val="00D077B8"/>
    <w:rsid w:val="00D07F0F"/>
    <w:rsid w:val="00D100D1"/>
    <w:rsid w:val="00D12402"/>
    <w:rsid w:val="00D13715"/>
    <w:rsid w:val="00D143F2"/>
    <w:rsid w:val="00D14ED3"/>
    <w:rsid w:val="00D158CD"/>
    <w:rsid w:val="00D1599F"/>
    <w:rsid w:val="00D15A94"/>
    <w:rsid w:val="00D170AC"/>
    <w:rsid w:val="00D1773E"/>
    <w:rsid w:val="00D17861"/>
    <w:rsid w:val="00D20035"/>
    <w:rsid w:val="00D20090"/>
    <w:rsid w:val="00D200CB"/>
    <w:rsid w:val="00D21255"/>
    <w:rsid w:val="00D2155D"/>
    <w:rsid w:val="00D21E4D"/>
    <w:rsid w:val="00D2397C"/>
    <w:rsid w:val="00D23C6B"/>
    <w:rsid w:val="00D23CD3"/>
    <w:rsid w:val="00D244AC"/>
    <w:rsid w:val="00D24C26"/>
    <w:rsid w:val="00D25C00"/>
    <w:rsid w:val="00D27241"/>
    <w:rsid w:val="00D27E05"/>
    <w:rsid w:val="00D27FDA"/>
    <w:rsid w:val="00D30058"/>
    <w:rsid w:val="00D31A41"/>
    <w:rsid w:val="00D32188"/>
    <w:rsid w:val="00D32B9A"/>
    <w:rsid w:val="00D35863"/>
    <w:rsid w:val="00D35E07"/>
    <w:rsid w:val="00D35E20"/>
    <w:rsid w:val="00D36598"/>
    <w:rsid w:val="00D37715"/>
    <w:rsid w:val="00D378DD"/>
    <w:rsid w:val="00D40786"/>
    <w:rsid w:val="00D40953"/>
    <w:rsid w:val="00D425D1"/>
    <w:rsid w:val="00D4334D"/>
    <w:rsid w:val="00D4378F"/>
    <w:rsid w:val="00D44131"/>
    <w:rsid w:val="00D457A1"/>
    <w:rsid w:val="00D46013"/>
    <w:rsid w:val="00D46552"/>
    <w:rsid w:val="00D476A3"/>
    <w:rsid w:val="00D477FB"/>
    <w:rsid w:val="00D47B3A"/>
    <w:rsid w:val="00D47BD1"/>
    <w:rsid w:val="00D50781"/>
    <w:rsid w:val="00D51D30"/>
    <w:rsid w:val="00D54163"/>
    <w:rsid w:val="00D5485E"/>
    <w:rsid w:val="00D54D1D"/>
    <w:rsid w:val="00D54F81"/>
    <w:rsid w:val="00D574E7"/>
    <w:rsid w:val="00D578E9"/>
    <w:rsid w:val="00D57954"/>
    <w:rsid w:val="00D57A6B"/>
    <w:rsid w:val="00D60681"/>
    <w:rsid w:val="00D607E7"/>
    <w:rsid w:val="00D609E1"/>
    <w:rsid w:val="00D61743"/>
    <w:rsid w:val="00D6193C"/>
    <w:rsid w:val="00D620E1"/>
    <w:rsid w:val="00D62639"/>
    <w:rsid w:val="00D62C5C"/>
    <w:rsid w:val="00D646C9"/>
    <w:rsid w:val="00D652DA"/>
    <w:rsid w:val="00D65821"/>
    <w:rsid w:val="00D65918"/>
    <w:rsid w:val="00D659C8"/>
    <w:rsid w:val="00D665CB"/>
    <w:rsid w:val="00D6669C"/>
    <w:rsid w:val="00D66E8C"/>
    <w:rsid w:val="00D67139"/>
    <w:rsid w:val="00D67A6C"/>
    <w:rsid w:val="00D67DA9"/>
    <w:rsid w:val="00D70D67"/>
    <w:rsid w:val="00D7158D"/>
    <w:rsid w:val="00D718F8"/>
    <w:rsid w:val="00D71C80"/>
    <w:rsid w:val="00D71D26"/>
    <w:rsid w:val="00D72549"/>
    <w:rsid w:val="00D72B91"/>
    <w:rsid w:val="00D739DB"/>
    <w:rsid w:val="00D73D3A"/>
    <w:rsid w:val="00D7572A"/>
    <w:rsid w:val="00D772DF"/>
    <w:rsid w:val="00D775BF"/>
    <w:rsid w:val="00D800C8"/>
    <w:rsid w:val="00D80209"/>
    <w:rsid w:val="00D8023E"/>
    <w:rsid w:val="00D80463"/>
    <w:rsid w:val="00D8193F"/>
    <w:rsid w:val="00D82CDC"/>
    <w:rsid w:val="00D82D59"/>
    <w:rsid w:val="00D84476"/>
    <w:rsid w:val="00D850B2"/>
    <w:rsid w:val="00D8515B"/>
    <w:rsid w:val="00D85384"/>
    <w:rsid w:val="00D854CF"/>
    <w:rsid w:val="00D85CA6"/>
    <w:rsid w:val="00D86772"/>
    <w:rsid w:val="00D86F02"/>
    <w:rsid w:val="00D914BB"/>
    <w:rsid w:val="00D914FA"/>
    <w:rsid w:val="00D919D6"/>
    <w:rsid w:val="00D91A6F"/>
    <w:rsid w:val="00D91A78"/>
    <w:rsid w:val="00D92105"/>
    <w:rsid w:val="00D9284F"/>
    <w:rsid w:val="00D93591"/>
    <w:rsid w:val="00D93E41"/>
    <w:rsid w:val="00D94AFC"/>
    <w:rsid w:val="00D94CA9"/>
    <w:rsid w:val="00D94EDE"/>
    <w:rsid w:val="00D9705B"/>
    <w:rsid w:val="00D97E11"/>
    <w:rsid w:val="00DA1C02"/>
    <w:rsid w:val="00DA3484"/>
    <w:rsid w:val="00DA3B9F"/>
    <w:rsid w:val="00DA464B"/>
    <w:rsid w:val="00DA590A"/>
    <w:rsid w:val="00DA5F9F"/>
    <w:rsid w:val="00DA7876"/>
    <w:rsid w:val="00DA7A36"/>
    <w:rsid w:val="00DA7AAC"/>
    <w:rsid w:val="00DB0636"/>
    <w:rsid w:val="00DB0854"/>
    <w:rsid w:val="00DB2C03"/>
    <w:rsid w:val="00DB2EEF"/>
    <w:rsid w:val="00DB3273"/>
    <w:rsid w:val="00DB3535"/>
    <w:rsid w:val="00DB39FC"/>
    <w:rsid w:val="00DB422D"/>
    <w:rsid w:val="00DB43F8"/>
    <w:rsid w:val="00DB4B5B"/>
    <w:rsid w:val="00DB5CF7"/>
    <w:rsid w:val="00DB609A"/>
    <w:rsid w:val="00DB6120"/>
    <w:rsid w:val="00DB639D"/>
    <w:rsid w:val="00DB63B0"/>
    <w:rsid w:val="00DB6B8B"/>
    <w:rsid w:val="00DB7C1E"/>
    <w:rsid w:val="00DC0070"/>
    <w:rsid w:val="00DC0423"/>
    <w:rsid w:val="00DC0A6B"/>
    <w:rsid w:val="00DC0B4B"/>
    <w:rsid w:val="00DC1411"/>
    <w:rsid w:val="00DC3511"/>
    <w:rsid w:val="00DC429E"/>
    <w:rsid w:val="00DC4C37"/>
    <w:rsid w:val="00DC57D9"/>
    <w:rsid w:val="00DC5BFC"/>
    <w:rsid w:val="00DC5C0A"/>
    <w:rsid w:val="00DC628F"/>
    <w:rsid w:val="00DC62E7"/>
    <w:rsid w:val="00DC6AEA"/>
    <w:rsid w:val="00DC6F12"/>
    <w:rsid w:val="00DC6F9C"/>
    <w:rsid w:val="00DC7641"/>
    <w:rsid w:val="00DC7949"/>
    <w:rsid w:val="00DC7B1D"/>
    <w:rsid w:val="00DD020A"/>
    <w:rsid w:val="00DD02C3"/>
    <w:rsid w:val="00DD036A"/>
    <w:rsid w:val="00DD1129"/>
    <w:rsid w:val="00DD13B3"/>
    <w:rsid w:val="00DD1BF2"/>
    <w:rsid w:val="00DD1FEC"/>
    <w:rsid w:val="00DD2B25"/>
    <w:rsid w:val="00DD3EEF"/>
    <w:rsid w:val="00DD4F79"/>
    <w:rsid w:val="00DD51CC"/>
    <w:rsid w:val="00DD5AF8"/>
    <w:rsid w:val="00DD6FBE"/>
    <w:rsid w:val="00DE067D"/>
    <w:rsid w:val="00DE15F5"/>
    <w:rsid w:val="00DE1C84"/>
    <w:rsid w:val="00DE2F1E"/>
    <w:rsid w:val="00DE35E1"/>
    <w:rsid w:val="00DE3985"/>
    <w:rsid w:val="00DE3EBB"/>
    <w:rsid w:val="00DE43AA"/>
    <w:rsid w:val="00DE488E"/>
    <w:rsid w:val="00DE571F"/>
    <w:rsid w:val="00DE70F0"/>
    <w:rsid w:val="00DE7A07"/>
    <w:rsid w:val="00DF191D"/>
    <w:rsid w:val="00DF259F"/>
    <w:rsid w:val="00DF2798"/>
    <w:rsid w:val="00DF284E"/>
    <w:rsid w:val="00DF35DA"/>
    <w:rsid w:val="00DF3D67"/>
    <w:rsid w:val="00DF5130"/>
    <w:rsid w:val="00DF51AB"/>
    <w:rsid w:val="00DF62D0"/>
    <w:rsid w:val="00DF69EA"/>
    <w:rsid w:val="00DF7418"/>
    <w:rsid w:val="00E00C0E"/>
    <w:rsid w:val="00E0169D"/>
    <w:rsid w:val="00E01DB9"/>
    <w:rsid w:val="00E01E20"/>
    <w:rsid w:val="00E02100"/>
    <w:rsid w:val="00E02377"/>
    <w:rsid w:val="00E033BC"/>
    <w:rsid w:val="00E03824"/>
    <w:rsid w:val="00E03E86"/>
    <w:rsid w:val="00E06914"/>
    <w:rsid w:val="00E06CC0"/>
    <w:rsid w:val="00E11582"/>
    <w:rsid w:val="00E11D5E"/>
    <w:rsid w:val="00E12D51"/>
    <w:rsid w:val="00E136CF"/>
    <w:rsid w:val="00E13A05"/>
    <w:rsid w:val="00E14685"/>
    <w:rsid w:val="00E14B09"/>
    <w:rsid w:val="00E15F4A"/>
    <w:rsid w:val="00E17703"/>
    <w:rsid w:val="00E17D65"/>
    <w:rsid w:val="00E203FC"/>
    <w:rsid w:val="00E20CCB"/>
    <w:rsid w:val="00E21006"/>
    <w:rsid w:val="00E21C71"/>
    <w:rsid w:val="00E22242"/>
    <w:rsid w:val="00E223B9"/>
    <w:rsid w:val="00E22692"/>
    <w:rsid w:val="00E2274D"/>
    <w:rsid w:val="00E22A6E"/>
    <w:rsid w:val="00E22C66"/>
    <w:rsid w:val="00E230DC"/>
    <w:rsid w:val="00E238BD"/>
    <w:rsid w:val="00E238FA"/>
    <w:rsid w:val="00E2476F"/>
    <w:rsid w:val="00E248B6"/>
    <w:rsid w:val="00E24E95"/>
    <w:rsid w:val="00E2518F"/>
    <w:rsid w:val="00E255A4"/>
    <w:rsid w:val="00E25F9F"/>
    <w:rsid w:val="00E26051"/>
    <w:rsid w:val="00E260CF"/>
    <w:rsid w:val="00E26961"/>
    <w:rsid w:val="00E30164"/>
    <w:rsid w:val="00E30DC6"/>
    <w:rsid w:val="00E332C1"/>
    <w:rsid w:val="00E33F04"/>
    <w:rsid w:val="00E371D2"/>
    <w:rsid w:val="00E37A61"/>
    <w:rsid w:val="00E40C02"/>
    <w:rsid w:val="00E40E68"/>
    <w:rsid w:val="00E4163D"/>
    <w:rsid w:val="00E41C51"/>
    <w:rsid w:val="00E41FA6"/>
    <w:rsid w:val="00E447AE"/>
    <w:rsid w:val="00E44CFC"/>
    <w:rsid w:val="00E44E39"/>
    <w:rsid w:val="00E44E4C"/>
    <w:rsid w:val="00E450F8"/>
    <w:rsid w:val="00E459E5"/>
    <w:rsid w:val="00E45CBB"/>
    <w:rsid w:val="00E462FB"/>
    <w:rsid w:val="00E46F9B"/>
    <w:rsid w:val="00E47320"/>
    <w:rsid w:val="00E5033F"/>
    <w:rsid w:val="00E509E5"/>
    <w:rsid w:val="00E519D7"/>
    <w:rsid w:val="00E51ADF"/>
    <w:rsid w:val="00E52309"/>
    <w:rsid w:val="00E5310C"/>
    <w:rsid w:val="00E53A40"/>
    <w:rsid w:val="00E544C6"/>
    <w:rsid w:val="00E550EE"/>
    <w:rsid w:val="00E5585C"/>
    <w:rsid w:val="00E55B60"/>
    <w:rsid w:val="00E55F1B"/>
    <w:rsid w:val="00E56662"/>
    <w:rsid w:val="00E567C7"/>
    <w:rsid w:val="00E56E65"/>
    <w:rsid w:val="00E57939"/>
    <w:rsid w:val="00E5797D"/>
    <w:rsid w:val="00E60650"/>
    <w:rsid w:val="00E6077D"/>
    <w:rsid w:val="00E60ECF"/>
    <w:rsid w:val="00E61798"/>
    <w:rsid w:val="00E6190B"/>
    <w:rsid w:val="00E61CF2"/>
    <w:rsid w:val="00E61F83"/>
    <w:rsid w:val="00E62029"/>
    <w:rsid w:val="00E622C4"/>
    <w:rsid w:val="00E625F7"/>
    <w:rsid w:val="00E636E4"/>
    <w:rsid w:val="00E638C5"/>
    <w:rsid w:val="00E64B19"/>
    <w:rsid w:val="00E65472"/>
    <w:rsid w:val="00E672CD"/>
    <w:rsid w:val="00E70887"/>
    <w:rsid w:val="00E7098A"/>
    <w:rsid w:val="00E7188C"/>
    <w:rsid w:val="00E71955"/>
    <w:rsid w:val="00E71CF7"/>
    <w:rsid w:val="00E7214D"/>
    <w:rsid w:val="00E72522"/>
    <w:rsid w:val="00E728FD"/>
    <w:rsid w:val="00E72DF0"/>
    <w:rsid w:val="00E72DFF"/>
    <w:rsid w:val="00E732A4"/>
    <w:rsid w:val="00E75370"/>
    <w:rsid w:val="00E754D1"/>
    <w:rsid w:val="00E757C3"/>
    <w:rsid w:val="00E758AD"/>
    <w:rsid w:val="00E75BFD"/>
    <w:rsid w:val="00E764E9"/>
    <w:rsid w:val="00E76D60"/>
    <w:rsid w:val="00E76F2A"/>
    <w:rsid w:val="00E802FF"/>
    <w:rsid w:val="00E80821"/>
    <w:rsid w:val="00E80E51"/>
    <w:rsid w:val="00E80EF6"/>
    <w:rsid w:val="00E81F62"/>
    <w:rsid w:val="00E82AFF"/>
    <w:rsid w:val="00E82DA5"/>
    <w:rsid w:val="00E82F15"/>
    <w:rsid w:val="00E8410A"/>
    <w:rsid w:val="00E862B4"/>
    <w:rsid w:val="00E86CE7"/>
    <w:rsid w:val="00E90193"/>
    <w:rsid w:val="00E9102A"/>
    <w:rsid w:val="00E91722"/>
    <w:rsid w:val="00E91FD1"/>
    <w:rsid w:val="00E93008"/>
    <w:rsid w:val="00E9437E"/>
    <w:rsid w:val="00E945A4"/>
    <w:rsid w:val="00E95C9F"/>
    <w:rsid w:val="00E97300"/>
    <w:rsid w:val="00E973E1"/>
    <w:rsid w:val="00E974D5"/>
    <w:rsid w:val="00E97759"/>
    <w:rsid w:val="00E978CF"/>
    <w:rsid w:val="00EA04B8"/>
    <w:rsid w:val="00EA05F8"/>
    <w:rsid w:val="00EA0C3F"/>
    <w:rsid w:val="00EA0DBA"/>
    <w:rsid w:val="00EA1294"/>
    <w:rsid w:val="00EA1C20"/>
    <w:rsid w:val="00EA28F8"/>
    <w:rsid w:val="00EA36D4"/>
    <w:rsid w:val="00EA4D53"/>
    <w:rsid w:val="00EA556B"/>
    <w:rsid w:val="00EA5C9E"/>
    <w:rsid w:val="00EA5E65"/>
    <w:rsid w:val="00EA679E"/>
    <w:rsid w:val="00EA6E32"/>
    <w:rsid w:val="00EA6EE0"/>
    <w:rsid w:val="00EA7534"/>
    <w:rsid w:val="00EB0AAA"/>
    <w:rsid w:val="00EB2252"/>
    <w:rsid w:val="00EB262E"/>
    <w:rsid w:val="00EB2954"/>
    <w:rsid w:val="00EB4287"/>
    <w:rsid w:val="00EB43F7"/>
    <w:rsid w:val="00EB4FDC"/>
    <w:rsid w:val="00EB5392"/>
    <w:rsid w:val="00EB5394"/>
    <w:rsid w:val="00EB5B23"/>
    <w:rsid w:val="00EC0551"/>
    <w:rsid w:val="00EC05AB"/>
    <w:rsid w:val="00EC0AEF"/>
    <w:rsid w:val="00EC0C5A"/>
    <w:rsid w:val="00EC23DD"/>
    <w:rsid w:val="00EC2B6F"/>
    <w:rsid w:val="00EC30E4"/>
    <w:rsid w:val="00EC4335"/>
    <w:rsid w:val="00EC46BA"/>
    <w:rsid w:val="00EC4807"/>
    <w:rsid w:val="00EC4C4A"/>
    <w:rsid w:val="00EC5188"/>
    <w:rsid w:val="00EC6E3C"/>
    <w:rsid w:val="00EC7047"/>
    <w:rsid w:val="00EC750D"/>
    <w:rsid w:val="00EC7877"/>
    <w:rsid w:val="00EC7CA5"/>
    <w:rsid w:val="00EC7EE9"/>
    <w:rsid w:val="00ED03CC"/>
    <w:rsid w:val="00ED0439"/>
    <w:rsid w:val="00ED0F0B"/>
    <w:rsid w:val="00ED1026"/>
    <w:rsid w:val="00ED1ACC"/>
    <w:rsid w:val="00ED1EE5"/>
    <w:rsid w:val="00ED2E89"/>
    <w:rsid w:val="00ED311C"/>
    <w:rsid w:val="00ED3A66"/>
    <w:rsid w:val="00ED3F75"/>
    <w:rsid w:val="00ED3FE6"/>
    <w:rsid w:val="00ED44D8"/>
    <w:rsid w:val="00ED47E6"/>
    <w:rsid w:val="00ED5C84"/>
    <w:rsid w:val="00ED6166"/>
    <w:rsid w:val="00ED641E"/>
    <w:rsid w:val="00ED6BEA"/>
    <w:rsid w:val="00ED7AAA"/>
    <w:rsid w:val="00EE02C8"/>
    <w:rsid w:val="00EE0601"/>
    <w:rsid w:val="00EE0BDA"/>
    <w:rsid w:val="00EE3734"/>
    <w:rsid w:val="00EE3FEF"/>
    <w:rsid w:val="00EE4161"/>
    <w:rsid w:val="00EE4542"/>
    <w:rsid w:val="00EE4D5C"/>
    <w:rsid w:val="00EE5177"/>
    <w:rsid w:val="00EE572E"/>
    <w:rsid w:val="00EE5BEE"/>
    <w:rsid w:val="00EE667C"/>
    <w:rsid w:val="00EE687D"/>
    <w:rsid w:val="00EE68BA"/>
    <w:rsid w:val="00EE7F33"/>
    <w:rsid w:val="00EF0012"/>
    <w:rsid w:val="00EF0561"/>
    <w:rsid w:val="00EF0FF5"/>
    <w:rsid w:val="00EF19AF"/>
    <w:rsid w:val="00EF30CF"/>
    <w:rsid w:val="00EF51BF"/>
    <w:rsid w:val="00EF5A5B"/>
    <w:rsid w:val="00EF5F45"/>
    <w:rsid w:val="00EF602D"/>
    <w:rsid w:val="00EF6EB9"/>
    <w:rsid w:val="00EF7D55"/>
    <w:rsid w:val="00F00E22"/>
    <w:rsid w:val="00F01156"/>
    <w:rsid w:val="00F023CC"/>
    <w:rsid w:val="00F02E75"/>
    <w:rsid w:val="00F038DD"/>
    <w:rsid w:val="00F053A1"/>
    <w:rsid w:val="00F05756"/>
    <w:rsid w:val="00F0611A"/>
    <w:rsid w:val="00F06297"/>
    <w:rsid w:val="00F0630D"/>
    <w:rsid w:val="00F06B82"/>
    <w:rsid w:val="00F0734C"/>
    <w:rsid w:val="00F07CF8"/>
    <w:rsid w:val="00F101C5"/>
    <w:rsid w:val="00F11780"/>
    <w:rsid w:val="00F1224D"/>
    <w:rsid w:val="00F1377D"/>
    <w:rsid w:val="00F13B70"/>
    <w:rsid w:val="00F152B4"/>
    <w:rsid w:val="00F1531E"/>
    <w:rsid w:val="00F153FD"/>
    <w:rsid w:val="00F158AE"/>
    <w:rsid w:val="00F15CC3"/>
    <w:rsid w:val="00F176EC"/>
    <w:rsid w:val="00F17ED5"/>
    <w:rsid w:val="00F212F4"/>
    <w:rsid w:val="00F217C5"/>
    <w:rsid w:val="00F21EF4"/>
    <w:rsid w:val="00F23A38"/>
    <w:rsid w:val="00F23C53"/>
    <w:rsid w:val="00F24162"/>
    <w:rsid w:val="00F24312"/>
    <w:rsid w:val="00F249B3"/>
    <w:rsid w:val="00F24E42"/>
    <w:rsid w:val="00F25898"/>
    <w:rsid w:val="00F26326"/>
    <w:rsid w:val="00F26864"/>
    <w:rsid w:val="00F27085"/>
    <w:rsid w:val="00F27D3A"/>
    <w:rsid w:val="00F30CFF"/>
    <w:rsid w:val="00F324CF"/>
    <w:rsid w:val="00F325C6"/>
    <w:rsid w:val="00F32CF9"/>
    <w:rsid w:val="00F33E97"/>
    <w:rsid w:val="00F353D0"/>
    <w:rsid w:val="00F40C4B"/>
    <w:rsid w:val="00F423D6"/>
    <w:rsid w:val="00F44B13"/>
    <w:rsid w:val="00F50161"/>
    <w:rsid w:val="00F50B04"/>
    <w:rsid w:val="00F5149D"/>
    <w:rsid w:val="00F51505"/>
    <w:rsid w:val="00F52036"/>
    <w:rsid w:val="00F521BE"/>
    <w:rsid w:val="00F52D1E"/>
    <w:rsid w:val="00F5314B"/>
    <w:rsid w:val="00F54CB2"/>
    <w:rsid w:val="00F551F9"/>
    <w:rsid w:val="00F552B3"/>
    <w:rsid w:val="00F55407"/>
    <w:rsid w:val="00F60756"/>
    <w:rsid w:val="00F60DB4"/>
    <w:rsid w:val="00F61737"/>
    <w:rsid w:val="00F625E9"/>
    <w:rsid w:val="00F62997"/>
    <w:rsid w:val="00F63346"/>
    <w:rsid w:val="00F63FE3"/>
    <w:rsid w:val="00F64F7D"/>
    <w:rsid w:val="00F6535A"/>
    <w:rsid w:val="00F655F3"/>
    <w:rsid w:val="00F65777"/>
    <w:rsid w:val="00F66A29"/>
    <w:rsid w:val="00F66A76"/>
    <w:rsid w:val="00F66D2A"/>
    <w:rsid w:val="00F67B64"/>
    <w:rsid w:val="00F70B18"/>
    <w:rsid w:val="00F71F00"/>
    <w:rsid w:val="00F7290C"/>
    <w:rsid w:val="00F72B9D"/>
    <w:rsid w:val="00F72E3B"/>
    <w:rsid w:val="00F747D6"/>
    <w:rsid w:val="00F749BC"/>
    <w:rsid w:val="00F74A9E"/>
    <w:rsid w:val="00F74ECB"/>
    <w:rsid w:val="00F74F95"/>
    <w:rsid w:val="00F753AD"/>
    <w:rsid w:val="00F756C2"/>
    <w:rsid w:val="00F80407"/>
    <w:rsid w:val="00F80D6E"/>
    <w:rsid w:val="00F80E67"/>
    <w:rsid w:val="00F82E0F"/>
    <w:rsid w:val="00F82F75"/>
    <w:rsid w:val="00F8313B"/>
    <w:rsid w:val="00F83D00"/>
    <w:rsid w:val="00F8519B"/>
    <w:rsid w:val="00F854F1"/>
    <w:rsid w:val="00F86D4A"/>
    <w:rsid w:val="00F919BD"/>
    <w:rsid w:val="00F9266F"/>
    <w:rsid w:val="00F926FA"/>
    <w:rsid w:val="00F92C37"/>
    <w:rsid w:val="00F92D8D"/>
    <w:rsid w:val="00F9418D"/>
    <w:rsid w:val="00F954B9"/>
    <w:rsid w:val="00F97A21"/>
    <w:rsid w:val="00FA08EF"/>
    <w:rsid w:val="00FA0AC8"/>
    <w:rsid w:val="00FA0BF8"/>
    <w:rsid w:val="00FA4295"/>
    <w:rsid w:val="00FA4AAD"/>
    <w:rsid w:val="00FA4D2B"/>
    <w:rsid w:val="00FA76E6"/>
    <w:rsid w:val="00FA7FE1"/>
    <w:rsid w:val="00FB0716"/>
    <w:rsid w:val="00FB10FF"/>
    <w:rsid w:val="00FB1BA5"/>
    <w:rsid w:val="00FB1C55"/>
    <w:rsid w:val="00FB2362"/>
    <w:rsid w:val="00FB26A9"/>
    <w:rsid w:val="00FB309B"/>
    <w:rsid w:val="00FB3C3E"/>
    <w:rsid w:val="00FB468A"/>
    <w:rsid w:val="00FB4900"/>
    <w:rsid w:val="00FB4A44"/>
    <w:rsid w:val="00FB4F0E"/>
    <w:rsid w:val="00FB517B"/>
    <w:rsid w:val="00FB5D98"/>
    <w:rsid w:val="00FB6FAB"/>
    <w:rsid w:val="00FB73EC"/>
    <w:rsid w:val="00FB7726"/>
    <w:rsid w:val="00FC128E"/>
    <w:rsid w:val="00FC183F"/>
    <w:rsid w:val="00FC1B90"/>
    <w:rsid w:val="00FC1F60"/>
    <w:rsid w:val="00FC2ECE"/>
    <w:rsid w:val="00FC4288"/>
    <w:rsid w:val="00FC4692"/>
    <w:rsid w:val="00FC56E6"/>
    <w:rsid w:val="00FC6121"/>
    <w:rsid w:val="00FC6423"/>
    <w:rsid w:val="00FC705C"/>
    <w:rsid w:val="00FC71FE"/>
    <w:rsid w:val="00FC7325"/>
    <w:rsid w:val="00FD0DE9"/>
    <w:rsid w:val="00FD1E0B"/>
    <w:rsid w:val="00FD29E4"/>
    <w:rsid w:val="00FD2FE0"/>
    <w:rsid w:val="00FD3050"/>
    <w:rsid w:val="00FD33FB"/>
    <w:rsid w:val="00FD39B1"/>
    <w:rsid w:val="00FD3DBD"/>
    <w:rsid w:val="00FD49F0"/>
    <w:rsid w:val="00FD5A61"/>
    <w:rsid w:val="00FD6430"/>
    <w:rsid w:val="00FD7BFD"/>
    <w:rsid w:val="00FD7E5A"/>
    <w:rsid w:val="00FE03C8"/>
    <w:rsid w:val="00FE04A5"/>
    <w:rsid w:val="00FE134D"/>
    <w:rsid w:val="00FE221F"/>
    <w:rsid w:val="00FE29B9"/>
    <w:rsid w:val="00FE2A7F"/>
    <w:rsid w:val="00FE33CA"/>
    <w:rsid w:val="00FE3C74"/>
    <w:rsid w:val="00FE44AB"/>
    <w:rsid w:val="00FE45EE"/>
    <w:rsid w:val="00FE592E"/>
    <w:rsid w:val="00FE5A67"/>
    <w:rsid w:val="00FE6B38"/>
    <w:rsid w:val="00FE7BAF"/>
    <w:rsid w:val="00FF0193"/>
    <w:rsid w:val="00FF01EC"/>
    <w:rsid w:val="00FF0F7C"/>
    <w:rsid w:val="00FF13A6"/>
    <w:rsid w:val="00FF1918"/>
    <w:rsid w:val="00FF20BC"/>
    <w:rsid w:val="00FF25AA"/>
    <w:rsid w:val="00FF27E1"/>
    <w:rsid w:val="00FF3768"/>
    <w:rsid w:val="00FF38EC"/>
    <w:rsid w:val="00FF3D32"/>
    <w:rsid w:val="00FF41AC"/>
    <w:rsid w:val="00FF4AD7"/>
    <w:rsid w:val="00FF571E"/>
    <w:rsid w:val="00FF5DFB"/>
    <w:rsid w:val="00FF6D6E"/>
    <w:rsid w:val="00FF6DB0"/>
    <w:rsid w:val="00FF750A"/>
    <w:rsid w:val="00FF7A43"/>
    <w:rsid w:val="00FF7CEA"/>
    <w:rsid w:val="00FF7E02"/>
    <w:rsid w:val="1DD794B3"/>
    <w:rsid w:val="70F8A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ddd,#3cf"/>
    </o:shapedefaults>
    <o:shapelayout v:ext="edit">
      <o:idmap v:ext="edit" data="1"/>
    </o:shapelayout>
  </w:shapeDefaults>
  <w:decimalSymbol w:val=","/>
  <w:listSeparator w:val=";"/>
  <w14:docId w14:val="37BE1BE2"/>
  <w15:docId w15:val="{E8561D6E-C669-4B3A-B5E5-329A3152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E41"/>
    <w:rPr>
      <w:rFonts w:ascii="Univers (WN)" w:hAnsi="Univers (WN)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81F57"/>
    <w:pPr>
      <w:keepNext/>
      <w:numPr>
        <w:numId w:val="3"/>
      </w:numPr>
      <w:tabs>
        <w:tab w:val="left" w:pos="567"/>
      </w:tabs>
      <w:spacing w:before="360" w:after="120"/>
      <w:ind w:right="567"/>
      <w:outlineLvl w:val="0"/>
    </w:pPr>
    <w:rPr>
      <w:rFonts w:ascii="Arial" w:hAnsi="Arial" w:cs="Arial"/>
      <w:b/>
      <w:color w:val="000000"/>
      <w:sz w:val="28"/>
      <w:szCs w:val="22"/>
    </w:rPr>
  </w:style>
  <w:style w:type="paragraph" w:styleId="Titre2">
    <w:name w:val="heading 2"/>
    <w:basedOn w:val="Normal"/>
    <w:next w:val="Normal"/>
    <w:link w:val="Titre2Car"/>
    <w:uiPriority w:val="9"/>
    <w:qFormat/>
    <w:rsid w:val="00F038DD"/>
    <w:pPr>
      <w:keepNext/>
      <w:suppressAutoHyphens/>
      <w:spacing w:before="240" w:after="120"/>
      <w:ind w:left="992" w:hanging="425"/>
      <w:jc w:val="both"/>
      <w:outlineLvl w:val="1"/>
    </w:pPr>
    <w:rPr>
      <w:rFonts w:ascii="Arial" w:eastAsia="Calibri" w:hAnsi="Arial" w:cs="Arial"/>
      <w:b/>
      <w:noProof/>
      <w:sz w:val="18"/>
      <w:szCs w:val="18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FD3050"/>
    <w:pPr>
      <w:keepNext/>
      <w:numPr>
        <w:ilvl w:val="2"/>
        <w:numId w:val="3"/>
      </w:numPr>
      <w:spacing w:before="120" w:after="120"/>
      <w:jc w:val="both"/>
      <w:outlineLvl w:val="2"/>
    </w:pPr>
    <w:rPr>
      <w:rFonts w:ascii="Arial" w:hAnsi="Arial"/>
      <w:b/>
      <w:bCs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3"/>
      </w:numPr>
      <w:spacing w:before="120" w:after="12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spacing w:before="120" w:after="120"/>
      <w:outlineLvl w:val="4"/>
    </w:pPr>
    <w:rPr>
      <w:rFonts w:ascii="Arial" w:hAnsi="Arial"/>
      <w:b/>
      <w:i/>
      <w:iCs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tabs>
        <w:tab w:val="left" w:pos="3969"/>
      </w:tabs>
      <w:jc w:val="center"/>
      <w:outlineLvl w:val="5"/>
    </w:pPr>
    <w:rPr>
      <w:rFonts w:ascii="Univers" w:hAnsi="Univers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tabs>
        <w:tab w:val="left" w:pos="3969"/>
      </w:tabs>
      <w:jc w:val="center"/>
      <w:outlineLvl w:val="6"/>
    </w:pPr>
    <w:rPr>
      <w:rFonts w:ascii="Univers" w:hAnsi="Univers"/>
      <w:b/>
      <w:u w:val="single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jc w:val="center"/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jc w:val="center"/>
      <w:outlineLvl w:val="8"/>
    </w:pPr>
    <w:rPr>
      <w:rFonts w:ascii="Arial" w:hAnsi="Arial"/>
      <w:b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Appelnotedebasdep">
    <w:name w:val="footnote reference"/>
    <w:uiPriority w:val="99"/>
    <w:semiHidden/>
    <w:rPr>
      <w:vertAlign w:val="superscript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styleId="Corpsdetexte">
    <w:name w:val="Body Text"/>
    <w:basedOn w:val="Normal"/>
    <w:link w:val="CorpsdetexteCar"/>
    <w:pPr>
      <w:jc w:val="both"/>
    </w:pPr>
    <w:rPr>
      <w:rFonts w:ascii="Arial" w:hAnsi="Arial"/>
      <w:b/>
      <w:bCs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</w:pPr>
    <w:rPr>
      <w:rFonts w:ascii="Arial" w:hAnsi="Arial"/>
      <w:i/>
      <w:sz w:val="16"/>
    </w:rPr>
  </w:style>
  <w:style w:type="paragraph" w:styleId="Corpsdetexte3">
    <w:name w:val="Body Text 3"/>
    <w:basedOn w:val="Normal"/>
    <w:link w:val="Corpsdetexte3Car"/>
    <w:uiPriority w:val="99"/>
    <w:pPr>
      <w:jc w:val="center"/>
    </w:pPr>
  </w:style>
  <w:style w:type="paragraph" w:styleId="Retraitcorpsdetexte">
    <w:name w:val="Body Text Indent"/>
    <w:basedOn w:val="Normal"/>
    <w:link w:val="RetraitcorpsdetexteCar"/>
    <w:uiPriority w:val="99"/>
    <w:pPr>
      <w:ind w:left="426"/>
      <w:jc w:val="both"/>
    </w:pPr>
    <w:rPr>
      <w:rFonts w:ascii="Arial" w:hAnsi="Arial"/>
      <w:bCs/>
      <w:iCs/>
    </w:rPr>
  </w:style>
  <w:style w:type="paragraph" w:styleId="Retraitcorpsdetexte2">
    <w:name w:val="Body Text Indent 2"/>
    <w:basedOn w:val="Normal"/>
    <w:link w:val="Retraitcorpsdetexte2Car"/>
    <w:uiPriority w:val="99"/>
    <w:pPr>
      <w:ind w:left="993"/>
    </w:pPr>
    <w:rPr>
      <w:rFonts w:ascii="Arial" w:hAnsi="Arial"/>
      <w:bCs/>
      <w:iCs/>
    </w:rPr>
  </w:style>
  <w:style w:type="paragraph" w:styleId="Normalcentr">
    <w:name w:val="Block Text"/>
    <w:basedOn w:val="Normal"/>
    <w:pPr>
      <w:tabs>
        <w:tab w:val="left" w:pos="284"/>
      </w:tabs>
      <w:ind w:left="284" w:right="142"/>
      <w:jc w:val="both"/>
      <w:outlineLvl w:val="0"/>
    </w:p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3">
    <w:name w:val="Body Text Indent 3"/>
    <w:basedOn w:val="Normal"/>
    <w:link w:val="Retraitcorpsdetexte3Car"/>
    <w:uiPriority w:val="99"/>
    <w:pPr>
      <w:ind w:left="993"/>
      <w:jc w:val="both"/>
    </w:pPr>
    <w:rPr>
      <w:rFonts w:ascii="Arial" w:hAnsi="Arial"/>
      <w:bCs/>
      <w:iCs/>
    </w:rPr>
  </w:style>
  <w:style w:type="paragraph" w:styleId="Textedebulles">
    <w:name w:val="Balloon Text"/>
    <w:basedOn w:val="Normal"/>
    <w:link w:val="TextedebullesCar"/>
    <w:uiPriority w:val="99"/>
    <w:semiHidden/>
    <w:rsid w:val="00820C7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E00FB"/>
    <w:pPr>
      <w:ind w:left="708"/>
    </w:pPr>
  </w:style>
  <w:style w:type="table" w:styleId="Grilledutableau">
    <w:name w:val="Table Grid"/>
    <w:basedOn w:val="TableauNormal"/>
    <w:uiPriority w:val="39"/>
    <w:rsid w:val="001360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E21006"/>
    <w:rPr>
      <w:rFonts w:ascii="Univers (WN)" w:hAnsi="Univers (WN)"/>
    </w:rPr>
  </w:style>
  <w:style w:type="character" w:customStyle="1" w:styleId="NotedebasdepageCar">
    <w:name w:val="Note de bas de page Car"/>
    <w:link w:val="Notedebasdepage"/>
    <w:rsid w:val="0081717B"/>
    <w:rPr>
      <w:rFonts w:ascii="Univers (WN)" w:hAnsi="Univers (WN)"/>
    </w:rPr>
  </w:style>
  <w:style w:type="character" w:customStyle="1" w:styleId="PieddepageCar">
    <w:name w:val="Pied de page Car"/>
    <w:link w:val="Pieddepage"/>
    <w:uiPriority w:val="99"/>
    <w:rsid w:val="0081717B"/>
    <w:rPr>
      <w:rFonts w:ascii="Univers (WN)" w:hAnsi="Univers (WN)"/>
    </w:rPr>
  </w:style>
  <w:style w:type="character" w:customStyle="1" w:styleId="TextedebullesCar">
    <w:name w:val="Texte de bulles Car"/>
    <w:link w:val="Textedebulles"/>
    <w:uiPriority w:val="99"/>
    <w:semiHidden/>
    <w:rsid w:val="0081717B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81717B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81717B"/>
    <w:rPr>
      <w:rFonts w:ascii="Calibri" w:hAnsi="Calibri"/>
      <w:sz w:val="22"/>
      <w:szCs w:val="22"/>
    </w:rPr>
  </w:style>
  <w:style w:type="character" w:customStyle="1" w:styleId="Titre1Car">
    <w:name w:val="Titre 1 Car"/>
    <w:link w:val="Titre1"/>
    <w:uiPriority w:val="9"/>
    <w:rsid w:val="00681F57"/>
    <w:rPr>
      <w:rFonts w:ascii="Arial" w:hAnsi="Arial" w:cs="Arial"/>
      <w:b/>
      <w:color w:val="000000"/>
      <w:sz w:val="28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1717B"/>
    <w:pPr>
      <w:keepLines/>
      <w:numPr>
        <w:numId w:val="2"/>
      </w:numPr>
      <w:spacing w:before="480" w:after="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DD51CC"/>
    <w:pPr>
      <w:tabs>
        <w:tab w:val="left" w:pos="567"/>
        <w:tab w:val="left" w:pos="9214"/>
      </w:tabs>
      <w:jc w:val="both"/>
    </w:pPr>
    <w:rPr>
      <w:rFonts w:ascii="Arial" w:eastAsia="Calibri" w:hAnsi="Arial" w:cs="Arial"/>
      <w:b/>
      <w:noProof/>
      <w:color w:val="003399"/>
      <w:sz w:val="21"/>
      <w:szCs w:val="21"/>
    </w:rPr>
  </w:style>
  <w:style w:type="character" w:customStyle="1" w:styleId="Titre2Car">
    <w:name w:val="Titre 2 Car"/>
    <w:link w:val="Titre2"/>
    <w:uiPriority w:val="9"/>
    <w:rsid w:val="00F038DD"/>
    <w:rPr>
      <w:rFonts w:ascii="Arial" w:eastAsia="Calibri" w:hAnsi="Arial" w:cs="Arial"/>
      <w:b/>
      <w:noProof/>
      <w:sz w:val="18"/>
      <w:szCs w:val="18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74ABD"/>
    <w:pPr>
      <w:tabs>
        <w:tab w:val="left" w:pos="567"/>
        <w:tab w:val="left" w:pos="9214"/>
      </w:tabs>
      <w:spacing w:before="40" w:after="40" w:line="276" w:lineRule="auto"/>
    </w:pPr>
    <w:rPr>
      <w:rFonts w:ascii="Arial" w:eastAsia="Calibri" w:hAnsi="Arial" w:cs="Arial"/>
      <w:noProof/>
      <w:color w:val="000000"/>
      <w:sz w:val="21"/>
      <w:szCs w:val="21"/>
    </w:rPr>
  </w:style>
  <w:style w:type="character" w:customStyle="1" w:styleId="Titre3Car">
    <w:name w:val="Titre 3 Car"/>
    <w:link w:val="Titre3"/>
    <w:uiPriority w:val="9"/>
    <w:rsid w:val="00FD3050"/>
    <w:rPr>
      <w:rFonts w:ascii="Arial" w:hAnsi="Arial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B74ABD"/>
    <w:pPr>
      <w:tabs>
        <w:tab w:val="left" w:pos="567"/>
        <w:tab w:val="left" w:pos="9214"/>
      </w:tabs>
      <w:spacing w:before="40" w:after="40" w:line="276" w:lineRule="auto"/>
      <w:ind w:left="709" w:hanging="709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Default">
    <w:name w:val="Default"/>
    <w:rsid w:val="0081717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CorpsdetexteCar">
    <w:name w:val="Corps de texte Car"/>
    <w:link w:val="Corpsdetexte"/>
    <w:rsid w:val="0081717B"/>
    <w:rPr>
      <w:rFonts w:ascii="Arial" w:hAnsi="Arial"/>
      <w:b/>
      <w:bCs/>
    </w:rPr>
  </w:style>
  <w:style w:type="character" w:customStyle="1" w:styleId="Corpsdetexte3Car">
    <w:name w:val="Corps de texte 3 Car"/>
    <w:link w:val="Corpsdetexte3"/>
    <w:uiPriority w:val="99"/>
    <w:rsid w:val="0081717B"/>
    <w:rPr>
      <w:rFonts w:ascii="Univers (WN)" w:hAnsi="Univers (WN)"/>
    </w:rPr>
  </w:style>
  <w:style w:type="character" w:customStyle="1" w:styleId="Corpsdetexte2Car">
    <w:name w:val="Corps de texte 2 Car"/>
    <w:link w:val="Corpsdetexte2"/>
    <w:uiPriority w:val="99"/>
    <w:rsid w:val="0081717B"/>
    <w:rPr>
      <w:rFonts w:ascii="Arial" w:hAnsi="Arial"/>
      <w:i/>
      <w:sz w:val="16"/>
    </w:rPr>
  </w:style>
  <w:style w:type="character" w:customStyle="1" w:styleId="RetraitcorpsdetexteCar">
    <w:name w:val="Retrait corps de texte Car"/>
    <w:link w:val="Retraitcorpsdetexte"/>
    <w:uiPriority w:val="99"/>
    <w:rsid w:val="0081717B"/>
    <w:rPr>
      <w:rFonts w:ascii="Arial" w:hAnsi="Arial"/>
      <w:bCs/>
      <w:iCs/>
    </w:rPr>
  </w:style>
  <w:style w:type="character" w:customStyle="1" w:styleId="Retraitcorpsdetexte2Car">
    <w:name w:val="Retrait corps de texte 2 Car"/>
    <w:link w:val="Retraitcorpsdetexte2"/>
    <w:uiPriority w:val="99"/>
    <w:rsid w:val="0081717B"/>
    <w:rPr>
      <w:rFonts w:ascii="Arial" w:hAnsi="Arial"/>
      <w:bCs/>
      <w:iCs/>
    </w:rPr>
  </w:style>
  <w:style w:type="character" w:customStyle="1" w:styleId="Retraitcorpsdetexte3Car">
    <w:name w:val="Retrait corps de texte 3 Car"/>
    <w:link w:val="Retraitcorpsdetexte3"/>
    <w:uiPriority w:val="99"/>
    <w:rsid w:val="0081717B"/>
    <w:rPr>
      <w:rFonts w:ascii="Arial" w:hAnsi="Arial"/>
      <w:bCs/>
      <w:iCs/>
    </w:rPr>
  </w:style>
  <w:style w:type="paragraph" w:customStyle="1" w:styleId="CarCarCarCarCarCarCarCarCarCarCarCarCarCarCarCarCarCarCarCarCarCarCarCarCar">
    <w:name w:val="Car Car Car Car Car Car Car Car Car Car Car Car Car Car Car Car Car Car Car Car Car Car Car Car Car"/>
    <w:basedOn w:val="Normal"/>
    <w:semiHidden/>
    <w:rsid w:val="0081717B"/>
    <w:pPr>
      <w:spacing w:after="160" w:line="240" w:lineRule="exact"/>
      <w:ind w:left="539" w:firstLine="578"/>
    </w:pPr>
    <w:rPr>
      <w:rFonts w:ascii="Verdana" w:hAnsi="Verdana"/>
      <w:sz w:val="24"/>
      <w:szCs w:val="24"/>
      <w:lang w:val="en-US"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D65918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D65918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65918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65918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65918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65918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65677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65677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65677"/>
    <w:rPr>
      <w:rFonts w:ascii="Univers (WN)" w:hAnsi="Univers (WN)"/>
      <w:b/>
      <w:bCs/>
    </w:rPr>
  </w:style>
  <w:style w:type="paragraph" w:styleId="Rvision">
    <w:name w:val="Revision"/>
    <w:hidden/>
    <w:uiPriority w:val="99"/>
    <w:semiHidden/>
    <w:rsid w:val="002458B8"/>
    <w:rPr>
      <w:rFonts w:ascii="Univers (WN)" w:hAnsi="Univers (WN)"/>
    </w:rPr>
  </w:style>
  <w:style w:type="paragraph" w:customStyle="1" w:styleId="paragraphe">
    <w:name w:val="paragraphe"/>
    <w:basedOn w:val="Normal"/>
    <w:link w:val="paragrapheCar"/>
    <w:qFormat/>
    <w:rsid w:val="00005B45"/>
    <w:pPr>
      <w:widowControl w:val="0"/>
      <w:tabs>
        <w:tab w:val="left" w:pos="426"/>
        <w:tab w:val="left" w:pos="4703"/>
      </w:tabs>
      <w:autoSpaceDE w:val="0"/>
      <w:autoSpaceDN w:val="0"/>
      <w:adjustRightInd w:val="0"/>
      <w:spacing w:before="120"/>
      <w:ind w:right="28"/>
      <w:outlineLvl w:val="0"/>
    </w:pPr>
    <w:rPr>
      <w:rFonts w:ascii="Arial" w:hAnsi="Arial" w:cs="Arial"/>
      <w:sz w:val="18"/>
    </w:rPr>
  </w:style>
  <w:style w:type="character" w:customStyle="1" w:styleId="paragrapheCar">
    <w:name w:val="paragraphe Car"/>
    <w:link w:val="paragraphe"/>
    <w:rsid w:val="00005B45"/>
    <w:rPr>
      <w:rFonts w:ascii="Arial" w:hAnsi="Arial" w:cs="Arial"/>
      <w:sz w:val="18"/>
    </w:rPr>
  </w:style>
  <w:style w:type="paragraph" w:styleId="Titre">
    <w:name w:val="Title"/>
    <w:basedOn w:val="Normal"/>
    <w:next w:val="Normal"/>
    <w:link w:val="TitreCar"/>
    <w:autoRedefine/>
    <w:qFormat/>
    <w:rsid w:val="005F47DA"/>
    <w:pP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5F47DA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Caractresdenotedebasdepage">
    <w:name w:val="Caractères de note de bas de page"/>
    <w:rsid w:val="00072FE6"/>
    <w:rPr>
      <w:rFonts w:cs="Times New Roman"/>
      <w:vertAlign w:val="superscript"/>
    </w:rPr>
  </w:style>
  <w:style w:type="character" w:customStyle="1" w:styleId="Lienhypertexte1">
    <w:name w:val="Lien hypertexte1"/>
    <w:rsid w:val="005A036E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8F5C2A"/>
    <w:rPr>
      <w:color w:val="808080"/>
    </w:rPr>
  </w:style>
  <w:style w:type="paragraph" w:customStyle="1" w:styleId="Style1">
    <w:name w:val="Style1"/>
    <w:basedOn w:val="Normal"/>
    <w:link w:val="Style1Car"/>
    <w:qFormat/>
    <w:rsid w:val="00510E7E"/>
    <w:pPr>
      <w:tabs>
        <w:tab w:val="center" w:pos="4819"/>
        <w:tab w:val="right" w:pos="9071"/>
      </w:tabs>
      <w:spacing w:before="120"/>
      <w:ind w:right="284"/>
      <w:jc w:val="both"/>
    </w:pPr>
    <w:rPr>
      <w:rFonts w:ascii="Arial" w:hAnsi="Arial" w:cs="Arial"/>
    </w:rPr>
  </w:style>
  <w:style w:type="character" w:customStyle="1" w:styleId="Style1Car">
    <w:name w:val="Style1 Car"/>
    <w:link w:val="Style1"/>
    <w:rsid w:val="00510E7E"/>
    <w:rPr>
      <w:rFonts w:ascii="Arial" w:hAnsi="Arial" w:cs="Arial"/>
    </w:rPr>
  </w:style>
  <w:style w:type="character" w:customStyle="1" w:styleId="ParagraphedelisteCar">
    <w:name w:val="Paragraphe de liste Car"/>
    <w:link w:val="Paragraphedeliste"/>
    <w:uiPriority w:val="1"/>
    <w:locked/>
    <w:rsid w:val="005B3414"/>
    <w:rPr>
      <w:rFonts w:ascii="Univers (WN)" w:hAnsi="Univers (WN)"/>
    </w:rPr>
  </w:style>
  <w:style w:type="character" w:customStyle="1" w:styleId="WW8Num6z3">
    <w:name w:val="WW8Num6z3"/>
    <w:rsid w:val="00AA10D6"/>
  </w:style>
  <w:style w:type="numbering" w:customStyle="1" w:styleId="LEVRAISTYLE">
    <w:name w:val="LE VRAI STYLE"/>
    <w:uiPriority w:val="99"/>
    <w:rsid w:val="00E238BD"/>
    <w:pPr>
      <w:numPr>
        <w:numId w:val="7"/>
      </w:numPr>
    </w:pPr>
  </w:style>
  <w:style w:type="paragraph" w:styleId="NormalWeb">
    <w:name w:val="Normal (Web)"/>
    <w:basedOn w:val="Normal"/>
    <w:uiPriority w:val="99"/>
    <w:unhideWhenUsed/>
    <w:rsid w:val="00DE15F5"/>
    <w:rPr>
      <w:rFonts w:ascii="Times New Roman" w:hAnsi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6D5115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B15F96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e.bellec\Documents\2%20-%20DCE%20au%20format%20WORD\Mod&#232;les\RC_V18-05_non%20&#233;ligible%20Carte%20Achat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Modèle de DCE simplifié format WORD</COMMENTAIRES>
    <ETAPE xmlns="8bd4be65-3fd5-4d55-8bf6-5b84c736d17c">2/ REDACTION</ETA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67C9-E2B1-437A-8434-9E6896E86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E4757-52F4-41C3-93C5-0B814EBC0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8309F-EE00-4E83-866A-61FCA3894F2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d057606-731d-4e73-844a-119e3122cb5c"/>
    <ds:schemaRef ds:uri="http://schemas.microsoft.com/office/2006/documentManagement/types"/>
    <ds:schemaRef ds:uri="8bd4be65-3fd5-4d55-8bf6-5b84c736d17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77D53D-ECDF-4DC6-B93C-DFEA2334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RC_V18-05_non éligible Carte Achat.dotm</Template>
  <TotalTime>4</TotalTime>
  <Pages>2</Pages>
  <Words>367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 simplifié</vt:lpstr>
    </vt:vector>
  </TitlesOfParts>
  <Company>Ministère de l'Economie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simplifié</dc:title>
  <dc:creator>RABAUD Alexis SA CL EXCEPTI DEF</dc:creator>
  <cp:lastModifiedBy>LAFITTE Aurore ADC</cp:lastModifiedBy>
  <cp:revision>10</cp:revision>
  <cp:lastPrinted>2025-06-26T13:03:00Z</cp:lastPrinted>
  <dcterms:created xsi:type="dcterms:W3CDTF">2025-07-10T11:42:00Z</dcterms:created>
  <dcterms:modified xsi:type="dcterms:W3CDTF">2025-07-29T07:16:00Z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0x010100C1C947005826AB44838E3CF7BFC8DED0</vt:lpwstr>
  </property>
</Properties>
</file>